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FD286D4" w:rsidR="00535E9B" w:rsidRDefault="00C116F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r w:rsidR="00C8018C">
        <w:rPr>
          <w:rFonts w:ascii="Verdana" w:eastAsia="Verdana" w:hAnsi="Verdana" w:cs="Times New Roman"/>
          <w:b/>
        </w:rPr>
        <w:t xml:space="preserve"> dla części </w:t>
      </w:r>
      <w:r w:rsidR="00B3092D">
        <w:rPr>
          <w:rFonts w:ascii="Verdana" w:eastAsia="Verdana" w:hAnsi="Verdana" w:cs="Times New Roman"/>
          <w:b/>
        </w:rPr>
        <w:t>2</w:t>
      </w:r>
    </w:p>
    <w:p w14:paraId="76A6DEC5" w14:textId="4AA56D28" w:rsidR="00A62B4C" w:rsidRDefault="00A62B4C" w:rsidP="00A62B4C">
      <w:pPr>
        <w:rPr>
          <w:rFonts w:ascii="Verdana" w:eastAsia="Verdana" w:hAnsi="Verdana" w:cs="Times New Roman"/>
        </w:rPr>
      </w:pPr>
    </w:p>
    <w:bookmarkEnd w:id="0"/>
    <w:bookmarkEnd w:id="1"/>
    <w:bookmarkEnd w:id="2"/>
    <w:bookmarkEnd w:id="3"/>
    <w:bookmarkEnd w:id="4"/>
    <w:bookmarkEnd w:id="5"/>
    <w:p w14:paraId="46ABD081" w14:textId="77777777" w:rsidR="00B3092D" w:rsidRPr="00802AC7" w:rsidRDefault="00B3092D" w:rsidP="00B3092D">
      <w:pPr>
        <w:pStyle w:val="Akapitzlist"/>
        <w:numPr>
          <w:ilvl w:val="0"/>
          <w:numId w:val="31"/>
        </w:numPr>
        <w:spacing w:before="120" w:after="0" w:line="276" w:lineRule="auto"/>
        <w:ind w:left="284" w:hanging="284"/>
        <w:jc w:val="both"/>
        <w:outlineLvl w:val="0"/>
        <w:rPr>
          <w:rFonts w:ascii="Verdana" w:hAnsi="Verdana" w:cstheme="minorHAnsi"/>
          <w:szCs w:val="18"/>
        </w:rPr>
      </w:pPr>
      <w:r w:rsidRPr="00802AC7">
        <w:rPr>
          <w:rFonts w:ascii="Verdana" w:hAnsi="Verdana" w:cstheme="minorHAnsi"/>
          <w:b/>
          <w:szCs w:val="18"/>
        </w:rPr>
        <w:t xml:space="preserve">Określenie przedmiotu zamówienia </w:t>
      </w:r>
    </w:p>
    <w:p w14:paraId="486AB5B6" w14:textId="77777777" w:rsidR="00B3092D" w:rsidRPr="00802AC7" w:rsidRDefault="00B3092D" w:rsidP="00B3092D">
      <w:pPr>
        <w:pStyle w:val="Akapitzlist"/>
        <w:numPr>
          <w:ilvl w:val="1"/>
          <w:numId w:val="31"/>
        </w:numPr>
        <w:spacing w:before="120" w:after="0" w:line="276" w:lineRule="auto"/>
        <w:ind w:hanging="436"/>
        <w:jc w:val="both"/>
        <w:outlineLvl w:val="0"/>
        <w:rPr>
          <w:rFonts w:ascii="Verdana" w:hAnsi="Verdana" w:cstheme="minorHAnsi"/>
          <w:szCs w:val="18"/>
        </w:rPr>
      </w:pPr>
      <w:r w:rsidRPr="00802AC7">
        <w:rPr>
          <w:rFonts w:ascii="Verdana" w:hAnsi="Verdana" w:cstheme="minorHAnsi"/>
          <w:szCs w:val="18"/>
        </w:rPr>
        <w:t>Przedmiotem postępowania zakupowego jest opracowanie dokumentacji projektowej oraz wykonanie robót budowlanych w branży elektroenergetycznej pn.</w:t>
      </w:r>
    </w:p>
    <w:p w14:paraId="40C9E095" w14:textId="77777777" w:rsidR="00B3092D" w:rsidRPr="0089020B" w:rsidRDefault="00B3092D" w:rsidP="00B3092D">
      <w:pPr>
        <w:spacing w:before="120" w:line="276" w:lineRule="auto"/>
        <w:ind w:left="360"/>
        <w:jc w:val="center"/>
        <w:outlineLvl w:val="0"/>
        <w:rPr>
          <w:rFonts w:cstheme="minorHAnsi"/>
          <w:b/>
          <w:i/>
          <w:color w:val="FF0000"/>
          <w:sz w:val="20"/>
        </w:rPr>
      </w:pPr>
      <w:r w:rsidRPr="0089020B">
        <w:rPr>
          <w:rFonts w:cstheme="minorHAnsi"/>
          <w:b/>
          <w:i/>
          <w:color w:val="FF0000"/>
          <w:sz w:val="20"/>
        </w:rPr>
        <w:t xml:space="preserve">„Wykonanie dokumentacji projektowej  oraz wymianę istniejącej linii napowietrznej nn wraz przyłączami nn na terenie Rejonu Energetycznego </w:t>
      </w:r>
      <w:r>
        <w:rPr>
          <w:rFonts w:cstheme="minorHAnsi"/>
          <w:b/>
          <w:i/>
          <w:color w:val="FF0000"/>
          <w:sz w:val="20"/>
        </w:rPr>
        <w:t>Łowicz</w:t>
      </w:r>
      <w:r w:rsidRPr="0089020B">
        <w:rPr>
          <w:rFonts w:cstheme="minorHAnsi"/>
          <w:b/>
          <w:i/>
          <w:color w:val="FF0000"/>
          <w:sz w:val="20"/>
        </w:rPr>
        <w:t>/(gmin</w:t>
      </w:r>
      <w:r>
        <w:rPr>
          <w:rFonts w:cstheme="minorHAnsi"/>
          <w:b/>
          <w:i/>
          <w:color w:val="FF0000"/>
          <w:sz w:val="20"/>
        </w:rPr>
        <w:t>a  Teresin</w:t>
      </w:r>
      <w:r w:rsidRPr="0089020B">
        <w:rPr>
          <w:rFonts w:cstheme="minorHAnsi"/>
          <w:b/>
          <w:i/>
          <w:color w:val="FF0000"/>
          <w:sz w:val="20"/>
        </w:rPr>
        <w:t>)”</w:t>
      </w:r>
    </w:p>
    <w:p w14:paraId="1BB98953" w14:textId="77777777" w:rsidR="00B3092D" w:rsidRDefault="00B3092D" w:rsidP="00B3092D">
      <w:pPr>
        <w:pStyle w:val="Akapitzlist"/>
        <w:spacing w:before="120" w:line="276" w:lineRule="auto"/>
        <w:outlineLvl w:val="0"/>
        <w:rPr>
          <w:rFonts w:cstheme="minorHAnsi"/>
          <w:sz w:val="20"/>
        </w:rPr>
      </w:pPr>
      <w:r w:rsidRPr="00AD20BE">
        <w:rPr>
          <w:rFonts w:cstheme="minorHAnsi"/>
          <w:sz w:val="20"/>
          <w:u w:val="single"/>
        </w:rPr>
        <w:t>W podziale na zadania</w:t>
      </w:r>
      <w:r>
        <w:rPr>
          <w:rFonts w:cstheme="minorHAnsi"/>
          <w:sz w:val="20"/>
        </w:rPr>
        <w:t>:</w:t>
      </w:r>
    </w:p>
    <w:p w14:paraId="37D5FCC9" w14:textId="77777777" w:rsidR="00B3092D" w:rsidRPr="002507AB" w:rsidRDefault="00B3092D" w:rsidP="00B3092D">
      <w:pPr>
        <w:pStyle w:val="Akapitzlist"/>
        <w:spacing w:before="120" w:line="276" w:lineRule="auto"/>
        <w:ind w:left="1843" w:hanging="1134"/>
        <w:outlineLvl w:val="0"/>
        <w:rPr>
          <w:rFonts w:cstheme="minorHAnsi"/>
          <w:b/>
          <w:i/>
          <w:color w:val="FF0000"/>
          <w:sz w:val="20"/>
        </w:rPr>
      </w:pPr>
      <w:r w:rsidRPr="00686AF8">
        <w:rPr>
          <w:rFonts w:cstheme="minorHAnsi"/>
          <w:b/>
          <w:i/>
          <w:color w:val="FF0000"/>
          <w:sz w:val="20"/>
        </w:rPr>
        <w:t>„44-0696 Ludwików 1 - wymiana przewodów nN” - wymiana istniejącej linii napowietrznej nn wraz przyłączami nn ze stacji 15/0,4kV 44-0696 o łącznej długości L= 3,925 km + przyłącza 25 szt./625 m;</w:t>
      </w:r>
    </w:p>
    <w:p w14:paraId="274F7760" w14:textId="77777777" w:rsidR="00B3092D" w:rsidRPr="002507AB" w:rsidRDefault="00B3092D" w:rsidP="00B3092D">
      <w:pPr>
        <w:pStyle w:val="Akapitzlist"/>
        <w:spacing w:before="120" w:line="276" w:lineRule="auto"/>
        <w:ind w:left="1843" w:hanging="1134"/>
        <w:outlineLvl w:val="0"/>
        <w:rPr>
          <w:rFonts w:cstheme="minorHAnsi"/>
          <w:b/>
          <w:i/>
          <w:color w:val="FF0000"/>
          <w:sz w:val="20"/>
        </w:rPr>
      </w:pPr>
    </w:p>
    <w:p w14:paraId="2EA354E0" w14:textId="77777777" w:rsidR="00B3092D" w:rsidRPr="00802AC7" w:rsidRDefault="00B3092D" w:rsidP="00B3092D">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4AFBD54A" w14:textId="77777777" w:rsidR="00B3092D" w:rsidRPr="00802AC7" w:rsidRDefault="00B3092D" w:rsidP="00B3092D">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opracowanie dokumentacji projektowej.</w:t>
      </w:r>
    </w:p>
    <w:p w14:paraId="3A324F66" w14:textId="77777777" w:rsidR="00B3092D" w:rsidRPr="00802AC7" w:rsidRDefault="00B3092D" w:rsidP="00B3092D">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realizację robót budowlano-montażowych.</w:t>
      </w:r>
    </w:p>
    <w:p w14:paraId="371CDBE4" w14:textId="77777777" w:rsidR="00B3092D" w:rsidRPr="00802AC7" w:rsidRDefault="00B3092D" w:rsidP="00B3092D">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dostawę wszystkich materiałów niezbędnych do realizacji zadania.</w:t>
      </w:r>
    </w:p>
    <w:p w14:paraId="692C7984" w14:textId="77777777" w:rsidR="00B3092D" w:rsidRPr="00802AC7" w:rsidRDefault="00B3092D" w:rsidP="00B3092D">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przeprowadzenie wszystkich niezbędnych prac demontażowych a także utylizacji zdemontowanych urządzeń.</w:t>
      </w:r>
    </w:p>
    <w:p w14:paraId="6A3EA5ED" w14:textId="77777777" w:rsidR="00B3092D" w:rsidRPr="00802AC7" w:rsidRDefault="00B3092D" w:rsidP="00B3092D">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przeprowadzenie prac pomiarowych, badań pomontażowych oraz uczestniczenie w pracach odbiorowych.</w:t>
      </w:r>
    </w:p>
    <w:p w14:paraId="0070614C" w14:textId="77777777" w:rsidR="00B3092D" w:rsidRDefault="00B3092D" w:rsidP="00B3092D">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opracowanie</w:t>
      </w:r>
      <w:r w:rsidRPr="00802AC7">
        <w:rPr>
          <w:rFonts w:ascii="Verdana" w:hAnsi="Verdana"/>
          <w:color w:val="FF0000"/>
        </w:rPr>
        <w:t xml:space="preserve"> </w:t>
      </w:r>
      <w:r w:rsidRPr="00802AC7">
        <w:rPr>
          <w:rFonts w:ascii="Verdana" w:hAnsi="Verdana"/>
        </w:rPr>
        <w:t>dokumentacji powykonawczej</w:t>
      </w:r>
      <w:r>
        <w:rPr>
          <w:rFonts w:ascii="Verdana" w:hAnsi="Verdana"/>
        </w:rPr>
        <w:t>;</w:t>
      </w:r>
    </w:p>
    <w:p w14:paraId="72515F2C" w14:textId="77777777" w:rsidR="00B3092D" w:rsidRPr="00802AC7" w:rsidRDefault="00B3092D" w:rsidP="00B3092D">
      <w:pPr>
        <w:pStyle w:val="Styl2"/>
        <w:keepNext/>
        <w:keepLines w:val="0"/>
        <w:widowControl w:val="0"/>
        <w:adjustRightInd w:val="0"/>
        <w:spacing w:before="60" w:after="60"/>
        <w:ind w:left="1080" w:hanging="360"/>
        <w:textAlignment w:val="baseline"/>
        <w:outlineLvl w:val="9"/>
        <w:rPr>
          <w:rFonts w:ascii="Verdana" w:hAnsi="Verdana"/>
        </w:rPr>
      </w:pPr>
      <w:r w:rsidRPr="005B554C">
        <w:rPr>
          <w:rFonts w:ascii="Verdana" w:hAnsi="Verdana"/>
        </w:rPr>
        <w:t>uzgodnienie z gestorami sieci światłowodowych przebudowy sieci napowietrznej nN</w:t>
      </w:r>
      <w:r w:rsidRPr="00802AC7">
        <w:rPr>
          <w:rFonts w:ascii="Verdana" w:hAnsi="Verdana"/>
        </w:rPr>
        <w:t>.</w:t>
      </w:r>
    </w:p>
    <w:p w14:paraId="36BD0E87" w14:textId="77777777" w:rsidR="00B3092D" w:rsidRPr="00802AC7" w:rsidRDefault="00B3092D" w:rsidP="00B3092D">
      <w:pPr>
        <w:spacing w:before="120" w:line="276" w:lineRule="auto"/>
        <w:ind w:left="708"/>
        <w:outlineLvl w:val="0"/>
        <w:rPr>
          <w:rFonts w:ascii="Verdana" w:hAnsi="Verdana" w:cstheme="minorHAnsi"/>
          <w:b/>
          <w:szCs w:val="18"/>
          <w:u w:val="single"/>
        </w:rPr>
      </w:pPr>
      <w:r w:rsidRPr="00802AC7">
        <w:rPr>
          <w:rFonts w:ascii="Verdana" w:hAnsi="Verdana" w:cstheme="minorHAnsi"/>
          <w:b/>
          <w:szCs w:val="18"/>
          <w:u w:val="single"/>
        </w:rPr>
        <w:t>Szczegółowy zakres rzeczowy został ujęty w Specyfikacji Technicznej - załącznik nr 1.3 do SWZ.</w:t>
      </w:r>
    </w:p>
    <w:p w14:paraId="0DE31382" w14:textId="77777777" w:rsidR="00B3092D" w:rsidRPr="00802AC7" w:rsidRDefault="00B3092D" w:rsidP="00B3092D">
      <w:pPr>
        <w:spacing w:before="120" w:line="276" w:lineRule="auto"/>
        <w:ind w:left="708"/>
        <w:outlineLvl w:val="0"/>
        <w:rPr>
          <w:rFonts w:ascii="Verdana" w:hAnsi="Verdana" w:cstheme="minorHAnsi"/>
          <w:szCs w:val="18"/>
        </w:rPr>
      </w:pPr>
    </w:p>
    <w:p w14:paraId="5B701A1F" w14:textId="77777777" w:rsidR="00B3092D" w:rsidRPr="00802AC7" w:rsidRDefault="00B3092D" w:rsidP="00B3092D">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76A7046E" w14:textId="77777777" w:rsidR="00B3092D" w:rsidRPr="00802AC7" w:rsidRDefault="00B3092D" w:rsidP="00B3092D">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0061E2C1" w14:textId="77777777" w:rsidR="00B3092D" w:rsidRPr="00802AC7" w:rsidRDefault="00B3092D" w:rsidP="00B3092D">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Do obowiązków Wykonawcy należy:</w:t>
      </w:r>
    </w:p>
    <w:p w14:paraId="4644C414" w14:textId="77777777" w:rsidR="00B3092D" w:rsidRPr="00802AC7" w:rsidRDefault="00B3092D" w:rsidP="00B3092D">
      <w:pPr>
        <w:pStyle w:val="Akapitzlist"/>
        <w:numPr>
          <w:ilvl w:val="2"/>
          <w:numId w:val="31"/>
        </w:numPr>
        <w:spacing w:after="0" w:line="276" w:lineRule="auto"/>
        <w:jc w:val="both"/>
        <w:rPr>
          <w:rFonts w:ascii="Verdana" w:hAnsi="Verdana" w:cstheme="minorHAnsi"/>
          <w:szCs w:val="18"/>
        </w:rPr>
      </w:pPr>
      <w:r w:rsidRPr="00802AC7">
        <w:rPr>
          <w:rFonts w:ascii="Verdana" w:hAnsi="Verdana" w:cstheme="minorHAnsi"/>
          <w:szCs w:val="18"/>
        </w:rPr>
        <w:t>Z</w:t>
      </w:r>
      <w:r w:rsidRPr="00802AC7">
        <w:rPr>
          <w:rFonts w:ascii="Verdana" w:hAnsi="Verdana" w:cstheme="minorHAnsi"/>
          <w:szCs w:val="18"/>
          <w:lang w:val="x-none"/>
        </w:rPr>
        <w:t>zagospodarow</w:t>
      </w:r>
      <w:r w:rsidRPr="00802AC7">
        <w:rPr>
          <w:rFonts w:ascii="Verdana" w:hAnsi="Verdana" w:cstheme="minorHAnsi"/>
          <w:szCs w:val="18"/>
        </w:rPr>
        <w:t>anie i zutylizowanie</w:t>
      </w:r>
      <w:r w:rsidRPr="00802AC7">
        <w:rPr>
          <w:rFonts w:ascii="Verdana" w:hAnsi="Verdana" w:cstheme="minorHAnsi"/>
          <w:szCs w:val="18"/>
          <w:lang w:val="x-none"/>
        </w:rPr>
        <w:t xml:space="preserve"> odpadów i materiałów z rozbiórki zgodnie z obowiązującymi przepisami (ustawa z dnia 14 grudnia 2012 r. o odpadach (t.j. Dz. U. z 2023 r. poz. 1587 z późn. zm.) i </w:t>
      </w:r>
      <w:r w:rsidRPr="00802AC7">
        <w:rPr>
          <w:rFonts w:ascii="Verdana" w:hAnsi="Verdana" w:cstheme="minorHAnsi"/>
          <w:szCs w:val="18"/>
        </w:rPr>
        <w:t>postanowieniami Umowy (projekt umowy stanowi załącznik nr 5 do SWZ)</w:t>
      </w:r>
      <w:r w:rsidRPr="00802AC7">
        <w:rPr>
          <w:rFonts w:ascii="Verdana" w:hAnsi="Verdana" w:cstheme="minorHAnsi"/>
          <w:szCs w:val="18"/>
          <w:lang w:val="x-none"/>
        </w:rPr>
        <w:t xml:space="preserve">. </w:t>
      </w:r>
      <w:r w:rsidRPr="00802AC7">
        <w:rPr>
          <w:rFonts w:ascii="Verdana" w:hAnsi="Verdana" w:cstheme="minorHAnsi"/>
          <w:szCs w:val="18"/>
        </w:rPr>
        <w:t>Wykonawca uzgodni z Inspektorem Nadzoru materiały, które nie podlegają utylizacji. Powyższe obejmuje w szczególności ograniczniki przepięć. W</w:t>
      </w:r>
      <w:r>
        <w:rPr>
          <w:rFonts w:ascii="Verdana" w:hAnsi="Verdana" w:cstheme="minorHAnsi"/>
          <w:szCs w:val="18"/>
        </w:rPr>
        <w:t> </w:t>
      </w:r>
      <w:r w:rsidRPr="00802AC7">
        <w:rPr>
          <w:rFonts w:ascii="Verdana" w:hAnsi="Verdana" w:cstheme="minorHAnsi"/>
          <w:szCs w:val="18"/>
        </w:rPr>
        <w:t xml:space="preserve">takim przypadku materiały nie podlegające utylizacji zostaną dostarczone do siedziby Rejonu Energetycznego </w:t>
      </w:r>
      <w:r>
        <w:rPr>
          <w:rFonts w:ascii="Verdana" w:hAnsi="Verdana" w:cstheme="minorHAnsi"/>
          <w:szCs w:val="18"/>
        </w:rPr>
        <w:t>Łowicz</w:t>
      </w:r>
      <w:r w:rsidRPr="002507AB">
        <w:rPr>
          <w:rFonts w:ascii="Verdana" w:hAnsi="Verdana" w:cstheme="minorHAnsi"/>
          <w:b/>
          <w:bCs/>
          <w:szCs w:val="18"/>
        </w:rPr>
        <w:t xml:space="preserve">. </w:t>
      </w:r>
      <w:r w:rsidRPr="00802AC7">
        <w:rPr>
          <w:rFonts w:ascii="Verdana" w:hAnsi="Verdana" w:cstheme="minorHAnsi"/>
          <w:szCs w:val="18"/>
        </w:rPr>
        <w:t>Sposób zagospodarowania materiałów z rozbiórek należy w uzgodnieniu z Inspektorem Nadzoru odpowiednio udokumentować.</w:t>
      </w:r>
    </w:p>
    <w:p w14:paraId="5723156C" w14:textId="77777777" w:rsidR="00B3092D" w:rsidRPr="00802AC7" w:rsidRDefault="00B3092D" w:rsidP="00B3092D">
      <w:pPr>
        <w:pStyle w:val="Akapitzlist"/>
        <w:numPr>
          <w:ilvl w:val="2"/>
          <w:numId w:val="31"/>
        </w:numPr>
        <w:spacing w:after="0" w:line="276" w:lineRule="auto"/>
        <w:ind w:left="1276" w:hanging="567"/>
        <w:jc w:val="both"/>
        <w:rPr>
          <w:rFonts w:ascii="Verdana" w:hAnsi="Verdana" w:cstheme="minorHAnsi"/>
          <w:szCs w:val="18"/>
        </w:rPr>
      </w:pPr>
      <w:r w:rsidRPr="00802AC7">
        <w:rPr>
          <w:rFonts w:ascii="Verdana" w:hAnsi="Verdana" w:cstheme="minorHAnsi"/>
          <w:szCs w:val="18"/>
        </w:rPr>
        <w:t>P</w:t>
      </w:r>
      <w:r w:rsidRPr="00802AC7">
        <w:rPr>
          <w:rFonts w:ascii="Verdana" w:hAnsi="Verdana" w:cstheme="minorHAnsi"/>
          <w:szCs w:val="18"/>
          <w:lang w:val="x-none"/>
        </w:rPr>
        <w:t>rawidłowa, zgodn</w:t>
      </w:r>
      <w:r w:rsidRPr="00802AC7">
        <w:rPr>
          <w:rFonts w:ascii="Verdana" w:hAnsi="Verdana" w:cstheme="minorHAnsi"/>
          <w:szCs w:val="18"/>
        </w:rPr>
        <w:t>a</w:t>
      </w:r>
      <w:r w:rsidRPr="00802AC7">
        <w:rPr>
          <w:rFonts w:ascii="Verdana" w:hAnsi="Verdana" w:cstheme="minorHAnsi"/>
          <w:szCs w:val="18"/>
          <w:lang w:val="x-none"/>
        </w:rPr>
        <w:t xml:space="preserve"> z obowiązującymi przepisami</w:t>
      </w:r>
      <w:r w:rsidRPr="00802AC7">
        <w:rPr>
          <w:rFonts w:ascii="Verdana" w:hAnsi="Verdana" w:cstheme="minorHAnsi"/>
          <w:szCs w:val="18"/>
        </w:rPr>
        <w:t>,</w:t>
      </w:r>
      <w:r w:rsidRPr="00802AC7">
        <w:rPr>
          <w:rFonts w:ascii="Verdana" w:hAnsi="Verdana" w:cstheme="minorHAnsi"/>
          <w:szCs w:val="18"/>
          <w:lang w:val="x-none"/>
        </w:rPr>
        <w:t xml:space="preserve"> utylizacj</w:t>
      </w:r>
      <w:r w:rsidRPr="00802AC7">
        <w:rPr>
          <w:rFonts w:ascii="Verdana" w:hAnsi="Verdana" w:cstheme="minorHAnsi"/>
          <w:szCs w:val="18"/>
        </w:rPr>
        <w:t>a</w:t>
      </w:r>
      <w:r w:rsidRPr="00802AC7">
        <w:rPr>
          <w:rFonts w:ascii="Verdana" w:hAnsi="Verdana" w:cstheme="minorHAnsi"/>
          <w:szCs w:val="18"/>
          <w:lang w:val="x-none"/>
        </w:rPr>
        <w:t xml:space="preserve"> materiałów z rozbiórki</w:t>
      </w:r>
      <w:r w:rsidRPr="00802AC7">
        <w:rPr>
          <w:rFonts w:ascii="Verdana" w:hAnsi="Verdana" w:cstheme="minorHAnsi"/>
          <w:szCs w:val="18"/>
        </w:rPr>
        <w:t xml:space="preserve"> (z zastrzeżeniem pkt 1.4.1.),</w:t>
      </w:r>
    </w:p>
    <w:p w14:paraId="77F9B682" w14:textId="77777777" w:rsidR="00B3092D" w:rsidRPr="00802AC7" w:rsidRDefault="00B3092D" w:rsidP="00B3092D">
      <w:pPr>
        <w:pStyle w:val="Akapitzlist"/>
        <w:numPr>
          <w:ilvl w:val="2"/>
          <w:numId w:val="31"/>
        </w:numPr>
        <w:spacing w:after="0" w:line="276" w:lineRule="auto"/>
        <w:ind w:left="1276" w:hanging="567"/>
        <w:jc w:val="both"/>
        <w:rPr>
          <w:rFonts w:ascii="Verdana" w:hAnsi="Verdana" w:cstheme="minorHAnsi"/>
          <w:szCs w:val="18"/>
        </w:rPr>
      </w:pPr>
      <w:r w:rsidRPr="00802AC7">
        <w:rPr>
          <w:rFonts w:ascii="Verdana" w:hAnsi="Verdana" w:cstheme="minorHAnsi"/>
          <w:szCs w:val="18"/>
        </w:rPr>
        <w:t>E</w:t>
      </w:r>
      <w:r w:rsidRPr="00802AC7">
        <w:rPr>
          <w:rFonts w:ascii="Verdana" w:hAnsi="Verdana" w:cstheme="minorHAnsi"/>
          <w:szCs w:val="18"/>
          <w:lang w:val="x-none"/>
        </w:rPr>
        <w:t>widencjonowani</w:t>
      </w:r>
      <w:r w:rsidRPr="00802AC7">
        <w:rPr>
          <w:rFonts w:ascii="Verdana" w:hAnsi="Verdana" w:cstheme="minorHAnsi"/>
          <w:szCs w:val="18"/>
        </w:rPr>
        <w:t>e</w:t>
      </w:r>
      <w:r w:rsidRPr="00802AC7">
        <w:rPr>
          <w:rFonts w:ascii="Verdana" w:hAnsi="Verdana" w:cstheme="minorHAnsi"/>
          <w:szCs w:val="18"/>
          <w:lang w:val="x-none"/>
        </w:rPr>
        <w:t xml:space="preserve"> wszystkich odpadów i materiałów uzyskanych z rozbiórki w formie tabelarycznej ze wskazaniem ilości i miejsca przeznaczenia oraz sposobu ich zagospodarowania lub utylizacji.</w:t>
      </w:r>
    </w:p>
    <w:p w14:paraId="41DB971B" w14:textId="77777777" w:rsidR="00B3092D" w:rsidRPr="00802AC7" w:rsidRDefault="00B3092D" w:rsidP="00B3092D">
      <w:pPr>
        <w:pStyle w:val="Akapitzlist"/>
        <w:numPr>
          <w:ilvl w:val="2"/>
          <w:numId w:val="31"/>
        </w:numPr>
        <w:spacing w:after="0" w:line="276" w:lineRule="auto"/>
        <w:ind w:left="1276" w:hanging="567"/>
        <w:jc w:val="both"/>
        <w:rPr>
          <w:rFonts w:ascii="Verdana" w:hAnsi="Verdana" w:cstheme="minorHAnsi"/>
          <w:szCs w:val="18"/>
        </w:rPr>
      </w:pPr>
      <w:r w:rsidRPr="00802AC7">
        <w:rPr>
          <w:rFonts w:ascii="Verdana" w:hAnsi="Verdana" w:cstheme="minorHAnsi"/>
          <w:szCs w:val="18"/>
        </w:rPr>
        <w:lastRenderedPageBreak/>
        <w:t>O</w:t>
      </w:r>
      <w:r w:rsidRPr="00802AC7">
        <w:rPr>
          <w:rFonts w:ascii="Verdana" w:hAnsi="Verdana" w:cstheme="minorHAnsi"/>
          <w:szCs w:val="18"/>
          <w:lang w:val="x-none"/>
        </w:rPr>
        <w:t>dpowiedzialność za wszelkie roszczenia rzeczowe i finansowe osób trzecich związane z</w:t>
      </w:r>
      <w:r w:rsidRPr="00802AC7">
        <w:rPr>
          <w:rFonts w:ascii="Verdana" w:hAnsi="Verdana" w:cstheme="minorHAnsi"/>
          <w:szCs w:val="18"/>
        </w:rPr>
        <w:t> prowadzonymi robotami,</w:t>
      </w:r>
      <w:r w:rsidRPr="00802AC7">
        <w:rPr>
          <w:rFonts w:ascii="Verdana" w:hAnsi="Verdana" w:cstheme="minorHAnsi"/>
          <w:szCs w:val="18"/>
          <w:lang w:val="x-none"/>
        </w:rPr>
        <w:t xml:space="preserve"> niewłaściwym zagospodarowaniem, składowaniem lub utylizacją odpadów i materiałów uzyskanych z rozbiórki</w:t>
      </w:r>
      <w:r w:rsidRPr="00802AC7">
        <w:rPr>
          <w:rFonts w:ascii="Verdana" w:hAnsi="Verdana" w:cstheme="minorHAnsi"/>
          <w:szCs w:val="18"/>
        </w:rPr>
        <w:t>.</w:t>
      </w:r>
    </w:p>
    <w:p w14:paraId="2040C6A5" w14:textId="77777777" w:rsidR="00B3092D" w:rsidRPr="00802AC7" w:rsidRDefault="00B3092D" w:rsidP="00B3092D">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Termin wykonania prac może ulec przesunięciu tylko w przypadkach określonych w Umowie.</w:t>
      </w:r>
    </w:p>
    <w:p w14:paraId="701167A1" w14:textId="77777777" w:rsidR="00B3092D" w:rsidRPr="00802AC7" w:rsidRDefault="00B3092D" w:rsidP="00B3092D">
      <w:pPr>
        <w:pStyle w:val="Akapitzlist"/>
        <w:numPr>
          <w:ilvl w:val="1"/>
          <w:numId w:val="31"/>
        </w:numPr>
        <w:spacing w:before="120" w:after="0" w:line="276" w:lineRule="auto"/>
        <w:ind w:hanging="436"/>
        <w:jc w:val="both"/>
        <w:outlineLvl w:val="0"/>
        <w:rPr>
          <w:rFonts w:ascii="Verdana" w:hAnsi="Verdana" w:cstheme="minorHAnsi"/>
          <w:szCs w:val="18"/>
        </w:rPr>
      </w:pPr>
      <w:r w:rsidRPr="00802AC7">
        <w:rPr>
          <w:rFonts w:ascii="Verdana" w:hAnsi="Verdana" w:cstheme="minorHAnsi"/>
          <w:szCs w:val="18"/>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66C17476" w14:textId="77777777" w:rsidR="00B3092D" w:rsidRPr="00802AC7" w:rsidRDefault="00B3092D" w:rsidP="00B3092D">
      <w:pPr>
        <w:pStyle w:val="Akapitzlist"/>
        <w:numPr>
          <w:ilvl w:val="1"/>
          <w:numId w:val="31"/>
        </w:numPr>
        <w:spacing w:before="120" w:after="0" w:line="276" w:lineRule="auto"/>
        <w:ind w:left="709" w:hanging="425"/>
        <w:jc w:val="both"/>
        <w:outlineLvl w:val="0"/>
        <w:rPr>
          <w:rFonts w:ascii="Verdana" w:hAnsi="Verdana" w:cstheme="minorHAnsi"/>
          <w:szCs w:val="18"/>
        </w:rPr>
      </w:pPr>
      <w:r w:rsidRPr="00802AC7">
        <w:rPr>
          <w:rFonts w:ascii="Verdana" w:hAnsi="Verdana" w:cstheme="minorHAnsi"/>
          <w:szCs w:val="18"/>
        </w:rPr>
        <w:t xml:space="preserve">Zasady realizacji zamówienia określa Projekt Umowy zakupowej stanowiący </w:t>
      </w:r>
      <w:r w:rsidRPr="00802AC7">
        <w:rPr>
          <w:rFonts w:ascii="Verdana" w:hAnsi="Verdana" w:cstheme="minorHAnsi"/>
          <w:b/>
          <w:szCs w:val="18"/>
        </w:rPr>
        <w:t>Załącznik nr 5 do SWZ oraz załącznik nr 1.3 do SWZ.</w:t>
      </w:r>
    </w:p>
    <w:p w14:paraId="269DBF24" w14:textId="77777777" w:rsidR="00B3092D" w:rsidRPr="00802AC7" w:rsidRDefault="00B3092D" w:rsidP="00B3092D">
      <w:pPr>
        <w:pStyle w:val="Akapitzlist"/>
        <w:numPr>
          <w:ilvl w:val="1"/>
          <w:numId w:val="31"/>
        </w:numPr>
        <w:spacing w:before="120" w:after="0" w:line="276" w:lineRule="auto"/>
        <w:ind w:left="709" w:hanging="425"/>
        <w:jc w:val="both"/>
        <w:outlineLvl w:val="0"/>
        <w:rPr>
          <w:rFonts w:ascii="Verdana" w:hAnsi="Verdana" w:cstheme="minorHAnsi"/>
          <w:szCs w:val="18"/>
        </w:rPr>
      </w:pPr>
      <w:r w:rsidRPr="00802AC7">
        <w:rPr>
          <w:rFonts w:ascii="Verdana" w:hAnsi="Verdana" w:cstheme="minorHAnsi"/>
          <w:szCs w:val="18"/>
        </w:rPr>
        <w:t>W celu złożenia oferty Wykonawca zobowiązany jest w szczególności do:</w:t>
      </w:r>
    </w:p>
    <w:p w14:paraId="0CBA8D9D" w14:textId="77777777" w:rsidR="00B3092D" w:rsidRPr="00802AC7" w:rsidRDefault="00B3092D" w:rsidP="00B3092D">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6BD78917" w14:textId="77777777" w:rsidR="00B3092D" w:rsidRPr="00802AC7" w:rsidRDefault="00B3092D" w:rsidP="00B3092D">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 xml:space="preserve">Zapoznania się z warunkami i wymaganiami SWZ, w tym z treścią Projektu Umowy stanowiącego </w:t>
      </w:r>
      <w:r w:rsidRPr="00802AC7">
        <w:rPr>
          <w:rFonts w:ascii="Verdana" w:hAnsi="Verdana" w:cstheme="minorHAnsi"/>
          <w:b/>
          <w:szCs w:val="18"/>
        </w:rPr>
        <w:t>Załącznik nr 5 do SWZ</w:t>
      </w:r>
      <w:r w:rsidRPr="00802AC7">
        <w:rPr>
          <w:rFonts w:ascii="Verdana" w:hAnsi="Verdana" w:cstheme="minorHAnsi"/>
          <w:szCs w:val="18"/>
        </w:rPr>
        <w:t>.</w:t>
      </w:r>
    </w:p>
    <w:p w14:paraId="46B31504" w14:textId="77777777" w:rsidR="00B3092D" w:rsidRPr="00802AC7" w:rsidRDefault="00B3092D" w:rsidP="00B3092D">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Uwzględnienia w ofercie wymaganych przez Zamawiającego warunków.</w:t>
      </w:r>
    </w:p>
    <w:p w14:paraId="5F3A1663" w14:textId="77777777" w:rsidR="00B3092D" w:rsidRPr="00802AC7" w:rsidRDefault="00B3092D" w:rsidP="00B3092D">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Cs w:val="18"/>
        </w:rPr>
        <w:br/>
        <w:t>W przypadku zastania stanu zagospodarowania innego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5279CF4C" w14:textId="77777777" w:rsidR="00B3092D" w:rsidRPr="00802AC7" w:rsidRDefault="00B3092D" w:rsidP="00B3092D">
      <w:pPr>
        <w:pStyle w:val="Akapitzlist"/>
        <w:spacing w:before="120" w:line="276" w:lineRule="auto"/>
        <w:ind w:left="284"/>
        <w:outlineLvl w:val="0"/>
        <w:rPr>
          <w:rFonts w:ascii="Verdana" w:hAnsi="Verdana" w:cstheme="minorHAnsi"/>
          <w:szCs w:val="18"/>
        </w:rPr>
      </w:pPr>
    </w:p>
    <w:p w14:paraId="26126FB3" w14:textId="77777777" w:rsidR="00B3092D" w:rsidRPr="00802AC7" w:rsidRDefault="00B3092D" w:rsidP="00B3092D">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Termin realizacji zamówienia</w:t>
      </w:r>
    </w:p>
    <w:p w14:paraId="2C53FEBE" w14:textId="77777777" w:rsidR="00B3092D" w:rsidRPr="0089020B" w:rsidRDefault="00B3092D" w:rsidP="00B3092D">
      <w:pPr>
        <w:spacing w:before="120" w:line="276" w:lineRule="auto"/>
        <w:outlineLvl w:val="0"/>
        <w:rPr>
          <w:rFonts w:cstheme="minorHAnsi"/>
          <w:sz w:val="20"/>
        </w:rPr>
      </w:pPr>
      <w:r>
        <w:rPr>
          <w:rFonts w:cstheme="minorHAnsi"/>
          <w:b/>
          <w:i/>
          <w:color w:val="FF0000"/>
          <w:sz w:val="20"/>
        </w:rPr>
        <w:t>31.08.2026</w:t>
      </w:r>
      <w:r w:rsidRPr="00C8005C">
        <w:rPr>
          <w:rFonts w:cstheme="minorHAnsi"/>
          <w:b/>
          <w:i/>
          <w:color w:val="FF0000"/>
          <w:sz w:val="20"/>
        </w:rPr>
        <w:t xml:space="preserve"> </w:t>
      </w:r>
      <w:r w:rsidRPr="00C8005C">
        <w:rPr>
          <w:rFonts w:cstheme="minorHAnsi"/>
          <w:sz w:val="20"/>
        </w:rPr>
        <w:t>(prace projektowe)</w:t>
      </w:r>
      <w:r w:rsidRPr="00C8005C">
        <w:rPr>
          <w:rFonts w:cstheme="minorHAnsi"/>
          <w:color w:val="FF0000"/>
          <w:sz w:val="20"/>
        </w:rPr>
        <w:t xml:space="preserve"> </w:t>
      </w:r>
      <w:r w:rsidRPr="00C8005C">
        <w:rPr>
          <w:rFonts w:cstheme="minorHAnsi"/>
          <w:sz w:val="20"/>
        </w:rPr>
        <w:t>(roboty budowlano-montażowe)</w:t>
      </w:r>
      <w:r w:rsidRPr="0089020B">
        <w:rPr>
          <w:rFonts w:cstheme="minorHAnsi"/>
          <w:b/>
          <w:sz w:val="20"/>
        </w:rPr>
        <w:t xml:space="preserve"> </w:t>
      </w:r>
    </w:p>
    <w:p w14:paraId="2D609B43" w14:textId="77777777" w:rsidR="00B3092D" w:rsidRPr="00802AC7" w:rsidRDefault="00B3092D" w:rsidP="00B3092D">
      <w:pPr>
        <w:spacing w:before="120" w:line="276" w:lineRule="auto"/>
        <w:outlineLvl w:val="0"/>
        <w:rPr>
          <w:rFonts w:ascii="Verdana" w:hAnsi="Verdana" w:cstheme="minorHAnsi"/>
          <w:szCs w:val="18"/>
        </w:rPr>
      </w:pPr>
      <w:r w:rsidRPr="00802AC7">
        <w:rPr>
          <w:rFonts w:ascii="Verdana" w:hAnsi="Verdana" w:cstheme="minorHAnsi"/>
          <w:szCs w:val="18"/>
        </w:rPr>
        <w:t xml:space="preserve">oraz zgodnie z projektem Umowy zakupowej stanowiącym </w:t>
      </w:r>
      <w:r w:rsidRPr="00802AC7">
        <w:rPr>
          <w:rFonts w:ascii="Verdana" w:hAnsi="Verdana" w:cstheme="minorHAnsi"/>
          <w:b/>
          <w:szCs w:val="18"/>
        </w:rPr>
        <w:t>Załącznik nr 5 do SWZ</w:t>
      </w:r>
      <w:r w:rsidRPr="00802AC7">
        <w:rPr>
          <w:rFonts w:ascii="Verdana" w:hAnsi="Verdana" w:cstheme="minorHAnsi"/>
          <w:szCs w:val="18"/>
        </w:rPr>
        <w:t>.</w:t>
      </w:r>
    </w:p>
    <w:p w14:paraId="6E3123D1" w14:textId="77777777" w:rsidR="00B3092D" w:rsidRPr="00802AC7" w:rsidRDefault="00B3092D" w:rsidP="00B3092D">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Miejsce realizacji zamówienia</w:t>
      </w:r>
    </w:p>
    <w:p w14:paraId="6E37F7E4" w14:textId="77777777" w:rsidR="00B3092D" w:rsidRPr="00442359" w:rsidRDefault="00B3092D" w:rsidP="00B3092D">
      <w:pPr>
        <w:spacing w:before="120" w:line="276" w:lineRule="auto"/>
        <w:ind w:firstLine="284"/>
        <w:outlineLvl w:val="0"/>
        <w:rPr>
          <w:rFonts w:cstheme="minorHAnsi"/>
          <w:sz w:val="20"/>
        </w:rPr>
      </w:pPr>
      <w:r w:rsidRPr="00802AC7">
        <w:rPr>
          <w:rFonts w:ascii="Verdana" w:hAnsi="Verdana" w:cstheme="minorHAnsi"/>
          <w:szCs w:val="18"/>
        </w:rPr>
        <w:t xml:space="preserve">Na terenie działania: </w:t>
      </w:r>
      <w:r w:rsidRPr="0089020B">
        <w:rPr>
          <w:rFonts w:ascii="Verdana" w:hAnsi="Verdana" w:cstheme="minorHAnsi"/>
          <w:b/>
          <w:bCs/>
          <w:i/>
          <w:iCs/>
          <w:color w:val="FF0000"/>
          <w:szCs w:val="18"/>
        </w:rPr>
        <w:t xml:space="preserve">RE </w:t>
      </w:r>
      <w:r>
        <w:rPr>
          <w:rFonts w:ascii="Verdana" w:hAnsi="Verdana" w:cstheme="minorHAnsi"/>
          <w:b/>
          <w:bCs/>
          <w:i/>
          <w:iCs/>
          <w:color w:val="FF0000"/>
          <w:szCs w:val="18"/>
        </w:rPr>
        <w:t>Łowicz</w:t>
      </w:r>
      <w:r w:rsidRPr="0089020B">
        <w:rPr>
          <w:rFonts w:ascii="Verdana" w:hAnsi="Verdana" w:cstheme="minorHAnsi"/>
          <w:b/>
          <w:bCs/>
          <w:i/>
          <w:iCs/>
          <w:color w:val="FF0000"/>
          <w:szCs w:val="18"/>
        </w:rPr>
        <w:t>, [</w:t>
      </w:r>
      <w:r>
        <w:rPr>
          <w:rFonts w:ascii="Verdana" w:hAnsi="Verdana" w:cstheme="minorHAnsi"/>
          <w:b/>
          <w:bCs/>
          <w:i/>
          <w:iCs/>
          <w:color w:val="FF0000"/>
          <w:szCs w:val="18"/>
        </w:rPr>
        <w:t>Ludwików, gm. Teresin</w:t>
      </w:r>
      <w:r w:rsidRPr="0089020B">
        <w:rPr>
          <w:rFonts w:ascii="Verdana" w:hAnsi="Verdana" w:cstheme="minorHAnsi"/>
          <w:b/>
          <w:bCs/>
          <w:i/>
          <w:iCs/>
          <w:color w:val="FF0000"/>
          <w:szCs w:val="18"/>
        </w:rPr>
        <w:t>]</w:t>
      </w:r>
    </w:p>
    <w:p w14:paraId="742DE67A" w14:textId="77777777" w:rsidR="00B3092D" w:rsidRPr="00802AC7" w:rsidRDefault="00B3092D" w:rsidP="00B3092D">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 xml:space="preserve">Dostawy inwestorskie </w:t>
      </w:r>
    </w:p>
    <w:p w14:paraId="1FEFD1E1" w14:textId="77777777" w:rsidR="00B3092D" w:rsidRPr="00802AC7" w:rsidRDefault="00B3092D" w:rsidP="00B3092D">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E536C72" w14:textId="77777777" w:rsidR="00B3092D" w:rsidRPr="00802AC7" w:rsidRDefault="00B3092D" w:rsidP="00B3092D">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 xml:space="preserve">Pozostałe, podstawowe wymagania dotyczące dostaw określa Umowa stanowiąca </w:t>
      </w:r>
      <w:r w:rsidRPr="00802AC7">
        <w:rPr>
          <w:rFonts w:ascii="Verdana" w:hAnsi="Verdana" w:cstheme="minorHAnsi"/>
          <w:b/>
          <w:szCs w:val="18"/>
        </w:rPr>
        <w:t>Załącznik nr 5 do SWZ</w:t>
      </w:r>
      <w:r w:rsidRPr="00802AC7">
        <w:rPr>
          <w:rFonts w:ascii="Verdana" w:hAnsi="Verdana" w:cstheme="minorHAnsi"/>
          <w:szCs w:val="18"/>
        </w:rPr>
        <w:t>.</w:t>
      </w:r>
    </w:p>
    <w:p w14:paraId="717424BB" w14:textId="77777777" w:rsidR="00B3092D" w:rsidRPr="00802AC7" w:rsidRDefault="00B3092D" w:rsidP="00B3092D">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 xml:space="preserve">Dostawa Zamawiającego: </w:t>
      </w:r>
      <w:r w:rsidRPr="00802AC7">
        <w:rPr>
          <w:rFonts w:ascii="Verdana" w:hAnsi="Verdana" w:cstheme="minorHAnsi"/>
          <w:b/>
          <w:szCs w:val="18"/>
        </w:rPr>
        <w:t>BRAK</w:t>
      </w:r>
    </w:p>
    <w:p w14:paraId="0FB2198A" w14:textId="77777777" w:rsidR="00B3092D" w:rsidRPr="00802AC7" w:rsidRDefault="00B3092D" w:rsidP="00B3092D">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 xml:space="preserve">Gwarancja </w:t>
      </w:r>
    </w:p>
    <w:p w14:paraId="3E8A837F" w14:textId="77777777" w:rsidR="00B3092D" w:rsidRPr="00802AC7" w:rsidRDefault="00B3092D" w:rsidP="00B3092D">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Wykonawca udzieli Zamawiającemu rękojmi i 36</w:t>
      </w:r>
      <w:r w:rsidRPr="00802AC7">
        <w:rPr>
          <w:rFonts w:ascii="Verdana" w:hAnsi="Verdana" w:cstheme="minorHAnsi"/>
          <w:color w:val="FF0000"/>
          <w:szCs w:val="18"/>
        </w:rPr>
        <w:t xml:space="preserve"> </w:t>
      </w:r>
      <w:r w:rsidRPr="00802AC7">
        <w:rPr>
          <w:rFonts w:ascii="Verdana" w:hAnsi="Verdana" w:cstheme="minorHAnsi"/>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Cs w:val="18"/>
        </w:rPr>
        <w:t>Załącznik nr 5 do SWZ.</w:t>
      </w:r>
    </w:p>
    <w:p w14:paraId="62E37A19" w14:textId="77777777" w:rsidR="00B3092D" w:rsidRPr="00802AC7" w:rsidRDefault="00B3092D" w:rsidP="00B3092D">
      <w:pPr>
        <w:pStyle w:val="Akapitzlist"/>
        <w:spacing w:before="120" w:line="276" w:lineRule="auto"/>
        <w:ind w:left="426"/>
        <w:outlineLvl w:val="0"/>
        <w:rPr>
          <w:rFonts w:ascii="Verdana" w:hAnsi="Verdana" w:cstheme="minorHAnsi"/>
          <w:szCs w:val="18"/>
        </w:rPr>
      </w:pPr>
    </w:p>
    <w:p w14:paraId="4BCFFE8D" w14:textId="77777777" w:rsidR="00B3092D" w:rsidRPr="00802AC7" w:rsidRDefault="00B3092D" w:rsidP="00B3092D">
      <w:pPr>
        <w:pStyle w:val="Akapitzlist"/>
        <w:numPr>
          <w:ilvl w:val="0"/>
          <w:numId w:val="31"/>
        </w:numPr>
        <w:spacing w:before="120" w:after="0" w:line="276" w:lineRule="auto"/>
        <w:ind w:left="284" w:hanging="284"/>
        <w:outlineLvl w:val="0"/>
        <w:rPr>
          <w:rFonts w:ascii="Verdana" w:hAnsi="Verdana" w:cstheme="minorHAnsi"/>
          <w:b/>
          <w:szCs w:val="18"/>
        </w:rPr>
      </w:pPr>
      <w:r w:rsidRPr="00802AC7">
        <w:rPr>
          <w:rFonts w:ascii="Verdana" w:hAnsi="Verdana" w:cstheme="minorHAnsi"/>
          <w:b/>
          <w:szCs w:val="18"/>
        </w:rPr>
        <w:t xml:space="preserve"> Podwykonawstwo</w:t>
      </w:r>
    </w:p>
    <w:p w14:paraId="05654F87" w14:textId="77777777" w:rsidR="00B3092D" w:rsidRPr="00802AC7" w:rsidRDefault="00B3092D" w:rsidP="00B3092D">
      <w:pPr>
        <w:pStyle w:val="Akapitzlist"/>
        <w:numPr>
          <w:ilvl w:val="1"/>
          <w:numId w:val="31"/>
        </w:numPr>
        <w:spacing w:before="120" w:after="0" w:line="276" w:lineRule="auto"/>
        <w:ind w:left="426" w:hanging="426"/>
        <w:jc w:val="both"/>
        <w:outlineLvl w:val="0"/>
        <w:rPr>
          <w:rFonts w:ascii="Verdana" w:hAnsi="Verdana" w:cstheme="minorHAnsi"/>
          <w:szCs w:val="18"/>
        </w:rPr>
      </w:pPr>
      <w:r w:rsidRPr="00802AC7">
        <w:rPr>
          <w:rFonts w:ascii="Verdana" w:hAnsi="Verdana" w:cstheme="minorHAnsi"/>
          <w:szCs w:val="18"/>
        </w:rPr>
        <w:t xml:space="preserve">Zamawiający </w:t>
      </w:r>
      <w:r w:rsidRPr="00802AC7">
        <w:rPr>
          <w:rFonts w:ascii="Verdana" w:hAnsi="Verdana" w:cstheme="minorHAnsi"/>
          <w:b/>
          <w:szCs w:val="18"/>
        </w:rPr>
        <w:t>dopuszcza</w:t>
      </w:r>
      <w:r w:rsidRPr="00802AC7">
        <w:rPr>
          <w:rFonts w:ascii="Verdana" w:hAnsi="Verdana" w:cstheme="minorHAnsi"/>
          <w:szCs w:val="18"/>
        </w:rPr>
        <w:t xml:space="preserve"> wykonywanie przedmiotu zakupu przez podwykonawców. </w:t>
      </w:r>
    </w:p>
    <w:p w14:paraId="1AA89B87" w14:textId="77777777" w:rsidR="00B3092D" w:rsidRPr="00802AC7" w:rsidRDefault="00B3092D" w:rsidP="00B3092D">
      <w:pPr>
        <w:pStyle w:val="Akapitzlist"/>
        <w:numPr>
          <w:ilvl w:val="1"/>
          <w:numId w:val="31"/>
        </w:numPr>
        <w:spacing w:before="120" w:after="0" w:line="276" w:lineRule="auto"/>
        <w:ind w:left="426" w:hanging="426"/>
        <w:jc w:val="both"/>
        <w:outlineLvl w:val="0"/>
        <w:rPr>
          <w:rFonts w:ascii="Verdana" w:hAnsi="Verdana" w:cstheme="minorHAnsi"/>
          <w:szCs w:val="18"/>
        </w:rPr>
      </w:pPr>
      <w:r w:rsidRPr="00802AC7">
        <w:rPr>
          <w:rFonts w:ascii="Verdana" w:hAnsi="Verdana" w:cstheme="minorHAnsi"/>
          <w:szCs w:val="18"/>
        </w:rPr>
        <w:t>W przypadku powierzenia realizacji zakupu podwykonawcom, Wykonawca jest zobowiązany w Formularzu Oferty wprowadzić ich nazwy oraz określić, jaką część Zakupu zamierza im powierzyć, jeżeli Podwykonawcy są już znani.</w:t>
      </w:r>
    </w:p>
    <w:p w14:paraId="51634755" w14:textId="77777777" w:rsidR="00B3092D" w:rsidRPr="00802AC7" w:rsidRDefault="00B3092D" w:rsidP="00B3092D">
      <w:pPr>
        <w:rPr>
          <w:rFonts w:ascii="Verdana" w:hAnsi="Verdana" w:cstheme="minorHAnsi"/>
          <w:b/>
          <w:szCs w:val="18"/>
        </w:rPr>
      </w:pPr>
      <w:r w:rsidRPr="00802AC7">
        <w:rPr>
          <w:rFonts w:ascii="Verdana" w:hAnsi="Verdana" w:cstheme="minorHAnsi"/>
          <w:b/>
          <w:szCs w:val="18"/>
        </w:rPr>
        <w:t xml:space="preserve">Załączniki: </w:t>
      </w:r>
    </w:p>
    <w:p w14:paraId="68B4780B" w14:textId="77777777" w:rsidR="00B3092D" w:rsidRPr="002507AB" w:rsidRDefault="00B3092D" w:rsidP="00B3092D">
      <w:pPr>
        <w:rPr>
          <w:rFonts w:ascii="Verdana" w:hAnsi="Verdana" w:cstheme="minorHAnsi"/>
          <w:szCs w:val="18"/>
        </w:rPr>
      </w:pPr>
      <w:r w:rsidRPr="002507AB">
        <w:rPr>
          <w:rFonts w:ascii="Verdana" w:hAnsi="Verdana" w:cstheme="minorHAnsi"/>
          <w:szCs w:val="18"/>
        </w:rPr>
        <w:t>Załącznik nr 1.1 – Zawartość projektu wykonawczego i zgód właścicieli nieruchomości</w:t>
      </w:r>
    </w:p>
    <w:p w14:paraId="6E6E3AF9" w14:textId="77777777" w:rsidR="00B3092D" w:rsidRPr="002507AB" w:rsidRDefault="00B3092D" w:rsidP="00B3092D">
      <w:pPr>
        <w:rPr>
          <w:rFonts w:ascii="Verdana" w:hAnsi="Verdana" w:cstheme="minorHAnsi"/>
          <w:szCs w:val="18"/>
        </w:rPr>
      </w:pPr>
      <w:r w:rsidRPr="002507AB">
        <w:rPr>
          <w:rFonts w:ascii="Verdana" w:hAnsi="Verdana" w:cstheme="minorHAnsi"/>
          <w:szCs w:val="18"/>
        </w:rPr>
        <w:t>Załącznik nr 1.2 – Wytyczne do kosztorysowania</w:t>
      </w:r>
    </w:p>
    <w:p w14:paraId="15D961C3" w14:textId="77777777" w:rsidR="00B3092D" w:rsidRPr="002507AB" w:rsidRDefault="00B3092D" w:rsidP="00B3092D">
      <w:pPr>
        <w:rPr>
          <w:rFonts w:ascii="Verdana" w:hAnsi="Verdana" w:cstheme="minorHAnsi"/>
          <w:szCs w:val="18"/>
        </w:rPr>
      </w:pPr>
      <w:r w:rsidRPr="002507AB">
        <w:rPr>
          <w:rFonts w:ascii="Verdana" w:hAnsi="Verdana" w:cstheme="minorHAnsi"/>
          <w:szCs w:val="18"/>
        </w:rPr>
        <w:t>Załącznik nr 1.3 – Specyfikacja techniczna</w:t>
      </w:r>
    </w:p>
    <w:p w14:paraId="4F8840B1" w14:textId="77777777" w:rsidR="00B3092D" w:rsidRPr="00802AC7" w:rsidRDefault="00B3092D" w:rsidP="00B3092D">
      <w:pPr>
        <w:rPr>
          <w:rFonts w:ascii="Verdana" w:hAnsi="Verdana" w:cstheme="minorHAnsi"/>
          <w:szCs w:val="18"/>
        </w:rPr>
      </w:pPr>
      <w:r w:rsidRPr="002507AB">
        <w:rPr>
          <w:rFonts w:ascii="Verdana" w:hAnsi="Verdana" w:cstheme="minorHAnsi"/>
          <w:szCs w:val="18"/>
        </w:rPr>
        <w:t>Załącznik nr 1.4 – Mapa poglądowa</w:t>
      </w:r>
      <w:r w:rsidRPr="00802AC7">
        <w:rPr>
          <w:rFonts w:ascii="Verdana" w:hAnsi="Verdana"/>
          <w:szCs w:val="18"/>
        </w:rPr>
        <w:br w:type="page"/>
      </w:r>
    </w:p>
    <w:p w14:paraId="3926B1C0" w14:textId="77777777" w:rsidR="00B3092D" w:rsidRPr="00802AC7" w:rsidRDefault="00B3092D" w:rsidP="00B3092D">
      <w:pPr>
        <w:rPr>
          <w:rFonts w:ascii="Verdana" w:hAnsi="Verdana" w:cstheme="minorHAnsi"/>
          <w:b/>
          <w:bCs/>
          <w:iCs/>
          <w:szCs w:val="18"/>
        </w:rPr>
      </w:pPr>
      <w:r w:rsidRPr="00802AC7">
        <w:rPr>
          <w:rFonts w:ascii="Verdana" w:hAnsi="Verdana" w:cstheme="minorHAnsi"/>
          <w:b/>
          <w:bCs/>
          <w:iCs/>
          <w:szCs w:val="18"/>
        </w:rPr>
        <w:lastRenderedPageBreak/>
        <w:t>Załącznik nr 1.1.a do SWZ - Zawartość projektu  wykonawczego i zgód właścicieli nieruchomości</w:t>
      </w:r>
    </w:p>
    <w:p w14:paraId="1C7DD85C" w14:textId="77777777" w:rsidR="00B3092D" w:rsidRPr="00802AC7" w:rsidRDefault="00B3092D" w:rsidP="00B3092D">
      <w:pPr>
        <w:jc w:val="right"/>
        <w:rPr>
          <w:rFonts w:ascii="Verdana" w:hAnsi="Verdana" w:cstheme="minorHAnsi"/>
          <w:b/>
          <w:bCs/>
          <w:iCs/>
          <w:szCs w:val="18"/>
        </w:rPr>
      </w:pPr>
    </w:p>
    <w:p w14:paraId="22E21173" w14:textId="77777777" w:rsidR="00B3092D" w:rsidRPr="00802AC7" w:rsidRDefault="00B3092D" w:rsidP="00B3092D">
      <w:pPr>
        <w:ind w:firstLine="708"/>
        <w:rPr>
          <w:rFonts w:ascii="Verdana" w:hAnsi="Verdana" w:cstheme="minorHAnsi"/>
          <w:szCs w:val="18"/>
        </w:rPr>
      </w:pPr>
    </w:p>
    <w:p w14:paraId="55C41BF4" w14:textId="77777777" w:rsidR="00B3092D" w:rsidRPr="00802AC7" w:rsidRDefault="00B3092D" w:rsidP="00B3092D">
      <w:pPr>
        <w:jc w:val="center"/>
        <w:rPr>
          <w:rFonts w:ascii="Verdana" w:hAnsi="Verdana" w:cstheme="minorHAnsi"/>
          <w:b/>
          <w:szCs w:val="18"/>
          <w:u w:val="single"/>
        </w:rPr>
      </w:pPr>
      <w:r w:rsidRPr="00802AC7">
        <w:rPr>
          <w:rFonts w:ascii="Verdana" w:hAnsi="Verdana" w:cstheme="minorHAnsi"/>
          <w:b/>
          <w:szCs w:val="18"/>
          <w:u w:val="single"/>
        </w:rPr>
        <w:t>Projekt techniczny – TOM 1</w:t>
      </w:r>
    </w:p>
    <w:p w14:paraId="5F713BCD" w14:textId="77777777" w:rsidR="00B3092D" w:rsidRPr="00802AC7" w:rsidRDefault="00B3092D" w:rsidP="00B3092D">
      <w:pPr>
        <w:jc w:val="center"/>
        <w:rPr>
          <w:rFonts w:ascii="Verdana" w:hAnsi="Verdana" w:cstheme="minorHAnsi"/>
          <w:b/>
          <w:szCs w:val="18"/>
          <w:u w:val="single"/>
        </w:rPr>
      </w:pPr>
    </w:p>
    <w:p w14:paraId="16101159" w14:textId="77777777" w:rsidR="00B3092D" w:rsidRPr="00802AC7" w:rsidRDefault="00B3092D" w:rsidP="00B3092D">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Dane techniczne do projektowania:</w:t>
      </w:r>
    </w:p>
    <w:p w14:paraId="01765010" w14:textId="77777777" w:rsidR="00B3092D" w:rsidRPr="00802AC7" w:rsidRDefault="00B3092D" w:rsidP="00B3092D">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dane wyjściowe modernizacji sieci elektroenergetycznych nn – 0,4kV,</w:t>
      </w:r>
    </w:p>
    <w:p w14:paraId="32EA294A" w14:textId="77777777" w:rsidR="00B3092D" w:rsidRPr="00802AC7" w:rsidRDefault="00B3092D" w:rsidP="00B3092D">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uzgodnienia dodatkowe (notatki, protokoły)</w:t>
      </w:r>
    </w:p>
    <w:p w14:paraId="5C3ECD8E" w14:textId="77777777" w:rsidR="00B3092D" w:rsidRPr="00802AC7" w:rsidRDefault="00B3092D" w:rsidP="00B3092D">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 xml:space="preserve">Zakres robót </w:t>
      </w:r>
    </w:p>
    <w:p w14:paraId="7060A579" w14:textId="77777777" w:rsidR="00B3092D" w:rsidRPr="00802AC7" w:rsidRDefault="00B3092D" w:rsidP="00B3092D">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Protokół sprawdzenia projektu przez Zamawiającego (pozytywny)</w:t>
      </w:r>
    </w:p>
    <w:p w14:paraId="46B9163B" w14:textId="77777777" w:rsidR="00B3092D" w:rsidRPr="00802AC7" w:rsidRDefault="00B3092D" w:rsidP="00B3092D">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Potwierdzenie projektanta, że:</w:t>
      </w:r>
    </w:p>
    <w:p w14:paraId="4596B844" w14:textId="77777777" w:rsidR="00B3092D" w:rsidRPr="00802AC7" w:rsidRDefault="00B3092D" w:rsidP="00B3092D">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oświadczenia złożone przez właścicieli działek ujętych w projekcie są bez uwag,</w:t>
      </w:r>
    </w:p>
    <w:p w14:paraId="4227D295" w14:textId="77777777" w:rsidR="00B3092D" w:rsidRPr="00802AC7" w:rsidRDefault="00B3092D" w:rsidP="00B3092D">
      <w:pPr>
        <w:numPr>
          <w:ilvl w:val="0"/>
          <w:numId w:val="38"/>
        </w:numPr>
        <w:spacing w:after="0"/>
        <w:jc w:val="both"/>
        <w:rPr>
          <w:rFonts w:ascii="Verdana" w:hAnsi="Verdana" w:cstheme="minorHAnsi"/>
          <w:szCs w:val="18"/>
        </w:rPr>
      </w:pPr>
      <w:r w:rsidRPr="00802AC7">
        <w:rPr>
          <w:rFonts w:ascii="Verdana" w:hAnsi="Verdana" w:cstheme="minorHAnsi"/>
          <w:szCs w:val="18"/>
        </w:rPr>
        <w:t>Opis</w:t>
      </w:r>
    </w:p>
    <w:p w14:paraId="0CC67BB8" w14:textId="77777777" w:rsidR="00B3092D" w:rsidRPr="00802AC7" w:rsidRDefault="00B3092D" w:rsidP="00B3092D">
      <w:pPr>
        <w:rPr>
          <w:rFonts w:ascii="Verdana" w:hAnsi="Verdana" w:cstheme="minorHAnsi"/>
          <w:strike/>
          <w:szCs w:val="18"/>
        </w:rPr>
      </w:pPr>
    </w:p>
    <w:p w14:paraId="3584F04D" w14:textId="77777777" w:rsidR="00B3092D" w:rsidRPr="00802AC7" w:rsidRDefault="00B3092D" w:rsidP="00B3092D">
      <w:pPr>
        <w:numPr>
          <w:ilvl w:val="0"/>
          <w:numId w:val="38"/>
        </w:numPr>
        <w:spacing w:after="0"/>
        <w:ind w:hanging="340"/>
        <w:jc w:val="both"/>
        <w:rPr>
          <w:rFonts w:ascii="Verdana" w:hAnsi="Verdana" w:cstheme="minorHAnsi"/>
          <w:szCs w:val="18"/>
        </w:rPr>
      </w:pPr>
      <w:r w:rsidRPr="00802AC7">
        <w:rPr>
          <w:rFonts w:ascii="Verdana" w:hAnsi="Verdana" w:cstheme="minorHAnsi"/>
          <w:szCs w:val="18"/>
        </w:rPr>
        <w:t xml:space="preserve">Trasa linii z naniesionymi, opisanymi i wyróżnionymi kolorami elementami linii (projektowane </w:t>
      </w:r>
      <w:r w:rsidRPr="00802AC7">
        <w:rPr>
          <w:rFonts w:ascii="Verdana" w:hAnsi="Verdana" w:cstheme="minorHAnsi"/>
          <w:b/>
          <w:color w:val="FF0000"/>
          <w:szCs w:val="18"/>
        </w:rPr>
        <w:t>czerwone</w:t>
      </w:r>
      <w:r w:rsidRPr="00802AC7">
        <w:rPr>
          <w:rFonts w:ascii="Verdana" w:hAnsi="Verdana" w:cstheme="minorHAnsi"/>
          <w:szCs w:val="18"/>
        </w:rPr>
        <w:t xml:space="preserve">, istniejące </w:t>
      </w:r>
      <w:r w:rsidRPr="00802AC7">
        <w:rPr>
          <w:rFonts w:ascii="Verdana" w:hAnsi="Verdana" w:cstheme="minorHAnsi"/>
          <w:b/>
          <w:szCs w:val="18"/>
        </w:rPr>
        <w:t>czarny</w:t>
      </w:r>
      <w:r w:rsidRPr="00802AC7">
        <w:rPr>
          <w:rFonts w:ascii="Verdana" w:hAnsi="Verdana" w:cstheme="minorHAnsi"/>
          <w:szCs w:val="18"/>
        </w:rPr>
        <w:t xml:space="preserve"> , do zdemontowania </w:t>
      </w:r>
      <w:r w:rsidRPr="00802AC7">
        <w:rPr>
          <w:rFonts w:ascii="Verdana" w:hAnsi="Verdana" w:cstheme="minorHAnsi"/>
          <w:b/>
          <w:color w:val="00B050"/>
          <w:szCs w:val="18"/>
        </w:rPr>
        <w:t>zielone</w:t>
      </w:r>
      <w:r w:rsidRPr="00802AC7">
        <w:rPr>
          <w:rFonts w:ascii="Verdana" w:hAnsi="Verdana" w:cstheme="minorHAnsi"/>
          <w:szCs w:val="18"/>
        </w:rPr>
        <w:t xml:space="preserve">, przebudowa </w:t>
      </w:r>
      <w:r w:rsidRPr="00802AC7">
        <w:rPr>
          <w:rFonts w:ascii="Verdana" w:hAnsi="Verdana" w:cstheme="minorHAnsi"/>
          <w:b/>
          <w:color w:val="0070C0"/>
          <w:szCs w:val="18"/>
        </w:rPr>
        <w:t>niebieskie</w:t>
      </w:r>
      <w:r w:rsidRPr="00802AC7">
        <w:rPr>
          <w:rFonts w:ascii="Verdana" w:hAnsi="Verdana" w:cstheme="minorHAnsi"/>
          <w:szCs w:val="18"/>
        </w:rPr>
        <w:t>).</w:t>
      </w:r>
      <w:r w:rsidRPr="00802AC7">
        <w:rPr>
          <w:rFonts w:ascii="Verdana" w:hAnsi="Verdana" w:cstheme="minorHAnsi"/>
          <w:b/>
          <w:szCs w:val="18"/>
        </w:rPr>
        <w:t xml:space="preserve"> </w:t>
      </w:r>
    </w:p>
    <w:p w14:paraId="48038520" w14:textId="77777777" w:rsidR="00B3092D" w:rsidRPr="00802AC7" w:rsidRDefault="00B3092D" w:rsidP="00B3092D">
      <w:pPr>
        <w:numPr>
          <w:ilvl w:val="0"/>
          <w:numId w:val="38"/>
        </w:numPr>
        <w:spacing w:after="0"/>
        <w:ind w:hanging="340"/>
        <w:jc w:val="both"/>
        <w:rPr>
          <w:rFonts w:ascii="Verdana" w:hAnsi="Verdana" w:cstheme="minorHAnsi"/>
          <w:color w:val="FF0000"/>
          <w:szCs w:val="18"/>
        </w:rPr>
      </w:pPr>
      <w:r w:rsidRPr="00802AC7">
        <w:rPr>
          <w:rFonts w:ascii="Verdana" w:hAnsi="Verdana" w:cstheme="minorHAnsi"/>
          <w:szCs w:val="18"/>
        </w:rPr>
        <w:t>Wykonanie nowej numeracji urządzeń el-en. nn przed rozpoczęciem robót budowlanych</w:t>
      </w:r>
      <w:r w:rsidRPr="00802AC7">
        <w:rPr>
          <w:rFonts w:ascii="Verdana" w:hAnsi="Verdana" w:cstheme="minorHAnsi"/>
          <w:color w:val="FF0000"/>
          <w:szCs w:val="18"/>
        </w:rPr>
        <w:t>.</w:t>
      </w:r>
    </w:p>
    <w:p w14:paraId="4A16FD95" w14:textId="77777777" w:rsidR="00B3092D" w:rsidRPr="00802AC7" w:rsidRDefault="00B3092D" w:rsidP="00B3092D">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Opis trasy linii ze zwróceniem uwagi na istotne przeszkody lub problemy w zagospodarowaniu terenu</w:t>
      </w:r>
    </w:p>
    <w:p w14:paraId="6F0B189D" w14:textId="77777777" w:rsidR="00B3092D" w:rsidRPr="00802AC7" w:rsidRDefault="00B3092D" w:rsidP="00B3092D">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Schematy jednokreskowe (np. schemat sieci przed przebudową, schemat sieci projektowany )</w:t>
      </w:r>
    </w:p>
    <w:p w14:paraId="17BC36EC" w14:textId="77777777" w:rsidR="00B3092D" w:rsidRPr="00802AC7" w:rsidRDefault="00B3092D" w:rsidP="00B3092D">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Profile skrzyżowań zawierające wysokość zawieszenia przewodów sieci nn, nad:</w:t>
      </w:r>
    </w:p>
    <w:p w14:paraId="2A93C730" w14:textId="77777777" w:rsidR="00B3092D" w:rsidRPr="00802AC7" w:rsidRDefault="00B3092D" w:rsidP="00B3092D">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drogami</w:t>
      </w:r>
    </w:p>
    <w:p w14:paraId="024D52E9" w14:textId="77777777" w:rsidR="00B3092D" w:rsidRPr="00802AC7" w:rsidRDefault="00B3092D" w:rsidP="00B3092D">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torami kolejowymi</w:t>
      </w:r>
    </w:p>
    <w:p w14:paraId="6B725948" w14:textId="77777777" w:rsidR="00B3092D" w:rsidRPr="00802AC7" w:rsidRDefault="00B3092D" w:rsidP="00B3092D">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rzekami</w:t>
      </w:r>
    </w:p>
    <w:p w14:paraId="1CD8188B" w14:textId="77777777" w:rsidR="00B3092D" w:rsidRPr="00802AC7" w:rsidRDefault="00B3092D" w:rsidP="00B3092D">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Opis i szczegółowe rysunki elementów i rozwiązań nietypowych (np. konstrukcje, kanały, studnie)</w:t>
      </w:r>
    </w:p>
    <w:p w14:paraId="293260F1" w14:textId="77777777" w:rsidR="00B3092D" w:rsidRPr="00802AC7" w:rsidRDefault="00B3092D" w:rsidP="00B3092D">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Wyniki obliczeń elektrycznych (wytrzymałość projektowanych i istniejących stanowisk słupowych nn,  oporność uziemień, spadki napięć, ochrona przeciwporażeniowa i przeciwprzepięciowa)</w:t>
      </w:r>
    </w:p>
    <w:p w14:paraId="0CBDCC3B" w14:textId="77777777" w:rsidR="00B3092D" w:rsidRPr="00802AC7" w:rsidRDefault="00B3092D" w:rsidP="00B3092D">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Tabele, arkusze montażowe (typy, długości, ilości itp. ...)</w:t>
      </w:r>
    </w:p>
    <w:p w14:paraId="68509C44" w14:textId="77777777" w:rsidR="00B3092D" w:rsidRPr="00802AC7" w:rsidRDefault="00B3092D" w:rsidP="00B3092D">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Zbiorcze zestawienia materiałów dla linii napowietrznej nn i przyłączy (wymagana zgodność materiałów w: opisach, trasach, tabelach i przedmiarach).</w:t>
      </w:r>
    </w:p>
    <w:p w14:paraId="7787DCAD" w14:textId="77777777" w:rsidR="00B3092D" w:rsidRPr="00802AC7" w:rsidRDefault="00B3092D" w:rsidP="00B3092D">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Inwentaryzacja urządzeń istniejących (w zakresie urządzeń podlegających przebudowie)</w:t>
      </w:r>
    </w:p>
    <w:p w14:paraId="3229E258" w14:textId="77777777" w:rsidR="00B3092D" w:rsidRPr="00802AC7" w:rsidRDefault="00B3092D" w:rsidP="00B3092D">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Tabele demontażowe (linii SN, stacji, linii nn, przyłączy)</w:t>
      </w:r>
    </w:p>
    <w:p w14:paraId="0BDD0970" w14:textId="77777777" w:rsidR="00B3092D" w:rsidRPr="00802AC7" w:rsidRDefault="00B3092D" w:rsidP="00B3092D">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Zestawienie materiałów z demontażu.</w:t>
      </w:r>
    </w:p>
    <w:p w14:paraId="39BFBB65" w14:textId="77777777" w:rsidR="00B3092D" w:rsidRPr="00802AC7" w:rsidRDefault="00B3092D" w:rsidP="00B3092D">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Przedmiar robót zgodny z zakresem robót, założeniami wyjściowymi oraz wytycznymi PGE Dystrybucja S.A. Oddział Łódź oraz kosztorys inwestorski. W przypadku wykonania zmian należy przekazać kosztorys zamienny zmniejszający wartość wynagrodzenia.</w:t>
      </w:r>
    </w:p>
    <w:p w14:paraId="0B84E3E4" w14:textId="77777777" w:rsidR="00B3092D" w:rsidRPr="00802AC7" w:rsidRDefault="00B3092D" w:rsidP="00B3092D">
      <w:pPr>
        <w:spacing w:after="200" w:line="276" w:lineRule="auto"/>
        <w:rPr>
          <w:rFonts w:ascii="Verdana" w:hAnsi="Verdana" w:cstheme="minorHAnsi"/>
          <w:b/>
          <w:bCs/>
          <w:iCs/>
          <w:szCs w:val="18"/>
        </w:rPr>
      </w:pPr>
      <w:r w:rsidRPr="00802AC7">
        <w:rPr>
          <w:rFonts w:ascii="Verdana" w:hAnsi="Verdana" w:cstheme="minorHAnsi"/>
          <w:b/>
          <w:bCs/>
          <w:iCs/>
          <w:szCs w:val="18"/>
        </w:rPr>
        <w:br w:type="page"/>
      </w:r>
    </w:p>
    <w:p w14:paraId="04275F46" w14:textId="77777777" w:rsidR="00B3092D" w:rsidRPr="00802AC7" w:rsidRDefault="00B3092D" w:rsidP="00B3092D">
      <w:pPr>
        <w:rPr>
          <w:rFonts w:ascii="Verdana" w:hAnsi="Verdana" w:cstheme="minorHAnsi"/>
          <w:b/>
          <w:bCs/>
          <w:iCs/>
          <w:szCs w:val="18"/>
        </w:rPr>
      </w:pPr>
    </w:p>
    <w:p w14:paraId="757EB1CE" w14:textId="77777777" w:rsidR="00B3092D" w:rsidRPr="00802AC7" w:rsidRDefault="00B3092D" w:rsidP="00B3092D">
      <w:pPr>
        <w:rPr>
          <w:rFonts w:ascii="Verdana" w:hAnsi="Verdana" w:cstheme="minorHAnsi"/>
          <w:b/>
          <w:bCs/>
          <w:iCs/>
          <w:szCs w:val="18"/>
        </w:rPr>
      </w:pPr>
      <w:r w:rsidRPr="00802AC7">
        <w:rPr>
          <w:rFonts w:ascii="Verdana" w:hAnsi="Verdana" w:cstheme="minorHAnsi"/>
          <w:b/>
          <w:bCs/>
          <w:iCs/>
          <w:szCs w:val="18"/>
        </w:rPr>
        <w:t>Załącznik nr 1.1.b do SWZ - Zawartość projektu wykonawczego i zgód właścicieli nieruchomości</w:t>
      </w:r>
    </w:p>
    <w:p w14:paraId="18782094" w14:textId="77777777" w:rsidR="00B3092D" w:rsidRPr="00802AC7" w:rsidRDefault="00B3092D" w:rsidP="00B3092D">
      <w:pPr>
        <w:rPr>
          <w:rFonts w:ascii="Verdana" w:hAnsi="Verdana" w:cstheme="minorHAnsi"/>
          <w:b/>
          <w:szCs w:val="18"/>
          <w:u w:val="single"/>
        </w:rPr>
      </w:pPr>
    </w:p>
    <w:p w14:paraId="5386813E" w14:textId="77777777" w:rsidR="00B3092D" w:rsidRPr="00802AC7" w:rsidRDefault="00B3092D" w:rsidP="00B3092D">
      <w:pPr>
        <w:rPr>
          <w:rFonts w:ascii="Verdana" w:hAnsi="Verdana" w:cstheme="minorHAnsi"/>
          <w:b/>
          <w:szCs w:val="18"/>
          <w:u w:val="single"/>
        </w:rPr>
      </w:pPr>
    </w:p>
    <w:p w14:paraId="6A18F931" w14:textId="77777777" w:rsidR="00B3092D" w:rsidRPr="00802AC7" w:rsidRDefault="00B3092D" w:rsidP="00B3092D">
      <w:pPr>
        <w:jc w:val="center"/>
        <w:rPr>
          <w:rFonts w:ascii="Verdana" w:hAnsi="Verdana" w:cstheme="minorHAnsi"/>
          <w:b/>
          <w:szCs w:val="18"/>
          <w:u w:val="single"/>
        </w:rPr>
      </w:pPr>
      <w:r w:rsidRPr="00802AC7">
        <w:rPr>
          <w:rFonts w:ascii="Verdana" w:hAnsi="Verdana" w:cstheme="minorHAnsi"/>
          <w:b/>
          <w:szCs w:val="18"/>
          <w:u w:val="single"/>
        </w:rPr>
        <w:t>Zgody właścicieli nieruchomości – TOM 2</w:t>
      </w:r>
    </w:p>
    <w:p w14:paraId="5B1CCC8D" w14:textId="77777777" w:rsidR="00B3092D" w:rsidRPr="00802AC7" w:rsidRDefault="00B3092D" w:rsidP="00B3092D">
      <w:pPr>
        <w:rPr>
          <w:rFonts w:ascii="Verdana" w:hAnsi="Verdana" w:cstheme="minorHAnsi"/>
          <w:b/>
          <w:szCs w:val="18"/>
          <w:u w:val="single"/>
        </w:rPr>
      </w:pPr>
    </w:p>
    <w:p w14:paraId="7AE031CF" w14:textId="77777777" w:rsidR="00B3092D" w:rsidRPr="00802AC7" w:rsidRDefault="00B3092D" w:rsidP="00B3092D">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Potwierdzenie projektanta, że umowy podpisane przez właścicieli działek ujętych w projekcie są bez uwag lub występują umowy z uwagami (akceptowanymi przez Inwestora) wyszczególnione imiennie.</w:t>
      </w:r>
    </w:p>
    <w:p w14:paraId="05E3C452" w14:textId="77777777" w:rsidR="00B3092D" w:rsidRPr="00802AC7" w:rsidRDefault="00B3092D" w:rsidP="00B3092D">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Skrócony wypis ze skorowidza działek (oryginał)</w:t>
      </w:r>
    </w:p>
    <w:p w14:paraId="0DEF237B" w14:textId="77777777" w:rsidR="00B3092D" w:rsidRPr="00802AC7" w:rsidRDefault="00B3092D" w:rsidP="00B3092D">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Skrócony wypis ze skorowidza działek zaktualizowany przez projektanta z uwzględnieniem domniemanych spadkobierców zmarłych właścicieli</w:t>
      </w:r>
    </w:p>
    <w:p w14:paraId="2A30E72C" w14:textId="77777777" w:rsidR="00B3092D" w:rsidRPr="00802AC7" w:rsidRDefault="00B3092D" w:rsidP="00B3092D">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Oryginały umów z właścicielami gruntu o udostępnienie nieruchomości w celu budowy urządzeń energetycznych, porozumienia w sprawie ustanowienia służebności przesyłu</w:t>
      </w:r>
    </w:p>
    <w:p w14:paraId="31215362" w14:textId="77777777" w:rsidR="00B3092D" w:rsidRPr="00802AC7" w:rsidRDefault="00B3092D" w:rsidP="00B3092D">
      <w:pPr>
        <w:rPr>
          <w:rFonts w:ascii="Verdana" w:hAnsi="Verdana" w:cstheme="minorHAnsi"/>
          <w:szCs w:val="18"/>
        </w:rPr>
      </w:pPr>
    </w:p>
    <w:p w14:paraId="6688AC9E" w14:textId="77777777" w:rsidR="00B3092D" w:rsidRPr="00802AC7" w:rsidRDefault="00B3092D" w:rsidP="00B3092D">
      <w:pPr>
        <w:rPr>
          <w:rFonts w:ascii="Verdana" w:hAnsi="Verdana" w:cstheme="minorHAnsi"/>
          <w:szCs w:val="18"/>
        </w:rPr>
      </w:pPr>
      <w:r w:rsidRPr="00802AC7">
        <w:rPr>
          <w:rFonts w:ascii="Verdana" w:hAnsi="Verdana" w:cstheme="minorHAnsi"/>
          <w:b/>
          <w:szCs w:val="18"/>
        </w:rPr>
        <w:t xml:space="preserve">UWAGA: </w:t>
      </w:r>
    </w:p>
    <w:p w14:paraId="24531752" w14:textId="77777777" w:rsidR="00B3092D" w:rsidRPr="00802AC7" w:rsidRDefault="00B3092D" w:rsidP="00B3092D">
      <w:pPr>
        <w:rPr>
          <w:rFonts w:ascii="Verdana" w:hAnsi="Verdana" w:cstheme="minorHAnsi"/>
          <w:b/>
          <w:szCs w:val="18"/>
        </w:rPr>
      </w:pPr>
      <w:r w:rsidRPr="00802AC7">
        <w:rPr>
          <w:rFonts w:ascii="Verdana" w:hAnsi="Verdana" w:cstheme="minorHAnsi"/>
          <w:b/>
          <w:szCs w:val="18"/>
        </w:rPr>
        <w:t xml:space="preserve">Wszelkie decyzje, zgody i uzgodnienia winny być uzyskiwane w imieniu i na rzecz PGE Dystrybucja S.A. </w:t>
      </w:r>
    </w:p>
    <w:p w14:paraId="22B26A2D" w14:textId="77777777" w:rsidR="00B3092D" w:rsidRPr="00802AC7" w:rsidRDefault="00B3092D" w:rsidP="00B3092D">
      <w:pPr>
        <w:rPr>
          <w:rFonts w:ascii="Verdana" w:hAnsi="Verdana" w:cstheme="minorHAnsi"/>
          <w:szCs w:val="18"/>
        </w:rPr>
      </w:pPr>
      <w:r w:rsidRPr="00802AC7">
        <w:rPr>
          <w:rFonts w:ascii="Verdana" w:hAnsi="Verdana" w:cstheme="minorHAnsi"/>
          <w:szCs w:val="18"/>
        </w:rPr>
        <w:t>Klauzula – zatwierdzenie do realizacji (dotyczy PGE Dystrybucja S.A. Oddział Łódź)</w:t>
      </w:r>
    </w:p>
    <w:p w14:paraId="319FFB78" w14:textId="77777777" w:rsidR="00B3092D" w:rsidRPr="00802AC7" w:rsidRDefault="00B3092D" w:rsidP="00B3092D">
      <w:pPr>
        <w:rPr>
          <w:rFonts w:ascii="Verdana" w:hAnsi="Verdana" w:cstheme="minorHAnsi"/>
          <w:szCs w:val="18"/>
        </w:rPr>
      </w:pPr>
      <w:r w:rsidRPr="00802AC7">
        <w:rPr>
          <w:rFonts w:ascii="Verdana" w:hAnsi="Verdana" w:cstheme="minorHAnsi"/>
          <w:szCs w:val="18"/>
        </w:rPr>
        <w:t>Notarialny akt nabycia działki pod stację wnętrzową, + geodezyjna mapa podziału działki (dotyczy PGE Dystrybucja S.A. Oddział Łódź) – dołączane do dokumentacji po nabyciu działki.</w:t>
      </w:r>
    </w:p>
    <w:p w14:paraId="617EEA22" w14:textId="77777777" w:rsidR="00B3092D" w:rsidRPr="00802AC7" w:rsidRDefault="00B3092D" w:rsidP="00B3092D">
      <w:pPr>
        <w:rPr>
          <w:rFonts w:ascii="Verdana" w:hAnsi="Verdana" w:cstheme="minorHAnsi"/>
          <w:szCs w:val="18"/>
        </w:rPr>
      </w:pPr>
    </w:p>
    <w:p w14:paraId="5CE8F563" w14:textId="77777777" w:rsidR="00B3092D" w:rsidRPr="00802AC7" w:rsidRDefault="00B3092D" w:rsidP="00B3092D">
      <w:pPr>
        <w:rPr>
          <w:rFonts w:ascii="Verdana" w:hAnsi="Verdana" w:cstheme="minorHAnsi"/>
          <w:szCs w:val="18"/>
        </w:rPr>
      </w:pPr>
    </w:p>
    <w:p w14:paraId="701ACB67" w14:textId="77777777" w:rsidR="00B3092D" w:rsidRPr="00802AC7" w:rsidRDefault="00B3092D" w:rsidP="00B3092D">
      <w:pPr>
        <w:rPr>
          <w:rFonts w:ascii="Verdana" w:hAnsi="Verdana" w:cstheme="minorHAnsi"/>
          <w:szCs w:val="18"/>
        </w:rPr>
      </w:pPr>
    </w:p>
    <w:p w14:paraId="4EFA1299" w14:textId="77777777" w:rsidR="00B3092D" w:rsidRPr="00802AC7" w:rsidRDefault="00B3092D" w:rsidP="00B3092D">
      <w:pPr>
        <w:rPr>
          <w:rFonts w:ascii="Verdana" w:hAnsi="Verdana" w:cstheme="minorHAnsi"/>
          <w:szCs w:val="18"/>
        </w:rPr>
      </w:pPr>
    </w:p>
    <w:p w14:paraId="6AA84BE0" w14:textId="77777777" w:rsidR="00B3092D" w:rsidRPr="00802AC7" w:rsidRDefault="00B3092D" w:rsidP="00B3092D">
      <w:pPr>
        <w:rPr>
          <w:rFonts w:ascii="Verdana" w:hAnsi="Verdana" w:cstheme="minorHAnsi"/>
          <w:szCs w:val="18"/>
        </w:rPr>
      </w:pPr>
    </w:p>
    <w:p w14:paraId="5573B77A" w14:textId="77777777" w:rsidR="00B3092D" w:rsidRPr="00802AC7" w:rsidRDefault="00B3092D" w:rsidP="00B3092D">
      <w:pPr>
        <w:rPr>
          <w:rFonts w:ascii="Verdana" w:hAnsi="Verdana" w:cstheme="minorHAnsi"/>
          <w:szCs w:val="18"/>
        </w:rPr>
      </w:pPr>
    </w:p>
    <w:p w14:paraId="53529AC3" w14:textId="77777777" w:rsidR="00B3092D" w:rsidRPr="00802AC7" w:rsidRDefault="00B3092D" w:rsidP="00B3092D">
      <w:pPr>
        <w:rPr>
          <w:rFonts w:ascii="Verdana" w:hAnsi="Verdana" w:cstheme="minorHAnsi"/>
          <w:szCs w:val="18"/>
        </w:rPr>
      </w:pPr>
    </w:p>
    <w:p w14:paraId="230803B5" w14:textId="77777777" w:rsidR="00B3092D" w:rsidRPr="00802AC7" w:rsidRDefault="00B3092D" w:rsidP="00B3092D">
      <w:pPr>
        <w:rPr>
          <w:rFonts w:ascii="Verdana" w:hAnsi="Verdana" w:cstheme="minorHAnsi"/>
          <w:szCs w:val="18"/>
        </w:rPr>
      </w:pPr>
    </w:p>
    <w:p w14:paraId="0582FA91" w14:textId="77777777" w:rsidR="00B3092D" w:rsidRPr="00802AC7" w:rsidRDefault="00B3092D" w:rsidP="00B3092D">
      <w:pPr>
        <w:rPr>
          <w:rFonts w:ascii="Verdana" w:hAnsi="Verdana" w:cstheme="minorHAnsi"/>
          <w:szCs w:val="18"/>
        </w:rPr>
      </w:pPr>
    </w:p>
    <w:p w14:paraId="0CD34EEA" w14:textId="77777777" w:rsidR="00B3092D" w:rsidRPr="00802AC7" w:rsidRDefault="00B3092D" w:rsidP="00B3092D">
      <w:pPr>
        <w:rPr>
          <w:rFonts w:ascii="Verdana" w:hAnsi="Verdana" w:cstheme="minorHAnsi"/>
          <w:szCs w:val="18"/>
        </w:rPr>
      </w:pPr>
    </w:p>
    <w:p w14:paraId="2187305D" w14:textId="77777777" w:rsidR="00B3092D" w:rsidRPr="00802AC7" w:rsidRDefault="00B3092D" w:rsidP="00B3092D">
      <w:pPr>
        <w:rPr>
          <w:rFonts w:ascii="Verdana" w:hAnsi="Verdana" w:cstheme="minorHAnsi"/>
          <w:szCs w:val="18"/>
        </w:rPr>
      </w:pPr>
    </w:p>
    <w:p w14:paraId="5A5732F4" w14:textId="77777777" w:rsidR="00B3092D" w:rsidRPr="00802AC7" w:rsidRDefault="00B3092D" w:rsidP="00B3092D">
      <w:pPr>
        <w:rPr>
          <w:rFonts w:ascii="Verdana" w:hAnsi="Verdana" w:cstheme="minorHAnsi"/>
          <w:szCs w:val="18"/>
        </w:rPr>
      </w:pPr>
    </w:p>
    <w:p w14:paraId="5E4AAC4E" w14:textId="77777777" w:rsidR="00B3092D" w:rsidRPr="00802AC7" w:rsidRDefault="00B3092D" w:rsidP="00B3092D">
      <w:pPr>
        <w:rPr>
          <w:rFonts w:ascii="Verdana" w:hAnsi="Verdana" w:cstheme="minorHAnsi"/>
          <w:szCs w:val="18"/>
        </w:rPr>
      </w:pPr>
    </w:p>
    <w:p w14:paraId="71C11B3A" w14:textId="77777777" w:rsidR="00B3092D" w:rsidRPr="00802AC7" w:rsidRDefault="00B3092D" w:rsidP="00B3092D">
      <w:pPr>
        <w:rPr>
          <w:rFonts w:ascii="Verdana" w:hAnsi="Verdana" w:cstheme="minorHAnsi"/>
          <w:szCs w:val="18"/>
        </w:rPr>
      </w:pPr>
    </w:p>
    <w:p w14:paraId="183E79AF" w14:textId="77777777" w:rsidR="00B3092D" w:rsidRPr="00802AC7" w:rsidRDefault="00B3092D" w:rsidP="00B3092D">
      <w:pPr>
        <w:spacing w:after="200" w:line="276" w:lineRule="auto"/>
        <w:rPr>
          <w:rFonts w:ascii="Verdana" w:hAnsi="Verdana" w:cstheme="minorHAnsi"/>
          <w:szCs w:val="18"/>
        </w:rPr>
      </w:pPr>
      <w:r w:rsidRPr="00802AC7">
        <w:rPr>
          <w:rFonts w:ascii="Verdana" w:hAnsi="Verdana" w:cstheme="minorHAnsi"/>
          <w:szCs w:val="18"/>
        </w:rPr>
        <w:br w:type="page"/>
      </w:r>
    </w:p>
    <w:p w14:paraId="2FCEDA8F" w14:textId="77777777" w:rsidR="00B3092D" w:rsidRPr="00802AC7" w:rsidRDefault="00B3092D" w:rsidP="00B3092D">
      <w:pPr>
        <w:rPr>
          <w:rFonts w:ascii="Verdana" w:hAnsi="Verdana" w:cstheme="minorHAnsi"/>
          <w:b/>
          <w:bCs/>
          <w:iCs/>
          <w:szCs w:val="18"/>
        </w:rPr>
      </w:pPr>
    </w:p>
    <w:p w14:paraId="2DA36B54" w14:textId="77777777" w:rsidR="00B3092D" w:rsidRPr="00802AC7" w:rsidRDefault="00B3092D" w:rsidP="00B3092D">
      <w:pPr>
        <w:rPr>
          <w:rFonts w:ascii="Verdana" w:hAnsi="Verdana" w:cstheme="minorHAnsi"/>
          <w:b/>
          <w:bCs/>
          <w:iCs/>
          <w:szCs w:val="18"/>
        </w:rPr>
      </w:pPr>
    </w:p>
    <w:p w14:paraId="71594503" w14:textId="77777777" w:rsidR="00B3092D" w:rsidRPr="00802AC7" w:rsidRDefault="00B3092D" w:rsidP="00B3092D">
      <w:pPr>
        <w:rPr>
          <w:rFonts w:ascii="Verdana" w:hAnsi="Verdana" w:cstheme="minorHAnsi"/>
          <w:b/>
          <w:bCs/>
          <w:iCs/>
          <w:szCs w:val="18"/>
        </w:rPr>
      </w:pPr>
      <w:r w:rsidRPr="00802AC7">
        <w:rPr>
          <w:rFonts w:ascii="Verdana" w:hAnsi="Verdana" w:cstheme="minorHAnsi"/>
          <w:b/>
          <w:bCs/>
          <w:iCs/>
          <w:szCs w:val="18"/>
        </w:rPr>
        <w:t>Załącznik nr 1.2 do SWZ - Wytyczne do kosztorysowania</w:t>
      </w:r>
    </w:p>
    <w:p w14:paraId="08B97995" w14:textId="77777777" w:rsidR="00B3092D" w:rsidRPr="00802AC7" w:rsidRDefault="00B3092D" w:rsidP="00B3092D">
      <w:pPr>
        <w:rPr>
          <w:rFonts w:ascii="Verdana" w:hAnsi="Verdana" w:cstheme="minorHAnsi"/>
          <w:b/>
          <w:bCs/>
          <w:iCs/>
          <w:szCs w:val="18"/>
        </w:rPr>
      </w:pPr>
    </w:p>
    <w:p w14:paraId="4E79F569" w14:textId="77777777" w:rsidR="00B3092D" w:rsidRPr="00802AC7" w:rsidRDefault="00B3092D" w:rsidP="00B3092D">
      <w:pPr>
        <w:rPr>
          <w:rFonts w:ascii="Verdana" w:hAnsi="Verdana" w:cstheme="minorHAnsi"/>
          <w:b/>
          <w:bCs/>
          <w:iCs/>
          <w:szCs w:val="18"/>
        </w:rPr>
      </w:pPr>
    </w:p>
    <w:p w14:paraId="37C8A466" w14:textId="77777777" w:rsidR="00B3092D" w:rsidRPr="00802AC7" w:rsidRDefault="00B3092D" w:rsidP="00B3092D">
      <w:pPr>
        <w:rPr>
          <w:rFonts w:ascii="Verdana" w:hAnsi="Verdana" w:cstheme="minorHAnsi"/>
          <w:b/>
          <w:szCs w:val="18"/>
          <w:u w:val="single"/>
        </w:rPr>
      </w:pPr>
    </w:p>
    <w:p w14:paraId="27579C12" w14:textId="77777777" w:rsidR="00B3092D" w:rsidRPr="00802AC7" w:rsidRDefault="00B3092D" w:rsidP="00B3092D">
      <w:pPr>
        <w:jc w:val="center"/>
        <w:rPr>
          <w:rFonts w:ascii="Verdana" w:hAnsi="Verdana" w:cstheme="minorHAnsi"/>
          <w:b/>
          <w:szCs w:val="18"/>
          <w:u w:val="single"/>
        </w:rPr>
      </w:pPr>
      <w:r w:rsidRPr="00802AC7">
        <w:rPr>
          <w:rFonts w:ascii="Verdana" w:hAnsi="Verdana" w:cstheme="minorHAnsi"/>
          <w:b/>
          <w:szCs w:val="18"/>
          <w:u w:val="single"/>
        </w:rPr>
        <w:t>Wytyczne PGE Dystrybucja S.A. do sporządzania kosztorysów inwestorskich i przedmiarów robót</w:t>
      </w:r>
    </w:p>
    <w:p w14:paraId="670B2F29" w14:textId="77777777" w:rsidR="00B3092D" w:rsidRPr="00802AC7" w:rsidRDefault="00B3092D" w:rsidP="00B3092D">
      <w:pPr>
        <w:jc w:val="center"/>
        <w:rPr>
          <w:rFonts w:ascii="Verdana" w:hAnsi="Verdana" w:cstheme="minorHAnsi"/>
          <w:b/>
          <w:szCs w:val="18"/>
          <w:u w:val="single"/>
        </w:rPr>
      </w:pPr>
    </w:p>
    <w:p w14:paraId="331D22D1" w14:textId="77777777" w:rsidR="00B3092D" w:rsidRPr="00802AC7" w:rsidRDefault="00B3092D" w:rsidP="00B3092D">
      <w:pPr>
        <w:rPr>
          <w:rFonts w:ascii="Verdana" w:hAnsi="Verdana" w:cstheme="minorHAnsi"/>
          <w:b/>
          <w:szCs w:val="18"/>
          <w:u w:val="single"/>
        </w:rPr>
      </w:pPr>
    </w:p>
    <w:p w14:paraId="7FCD8D7B" w14:textId="77777777" w:rsidR="00B3092D" w:rsidRPr="00802AC7" w:rsidRDefault="00B3092D" w:rsidP="00B3092D">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Cs w:val="18"/>
        </w:rPr>
        <w:t xml:space="preserve"> (Dziennik Ustaw Nr 130 poz. 1389 z dnia 8 czerwca 2004 r.)</w:t>
      </w:r>
    </w:p>
    <w:p w14:paraId="0BB9948F" w14:textId="77777777" w:rsidR="00B3092D" w:rsidRPr="00802AC7" w:rsidRDefault="00B3092D" w:rsidP="00B3092D">
      <w:pPr>
        <w:numPr>
          <w:ilvl w:val="0"/>
          <w:numId w:val="40"/>
        </w:numPr>
        <w:tabs>
          <w:tab w:val="clear" w:pos="720"/>
          <w:tab w:val="num" w:pos="426"/>
        </w:tabs>
        <w:spacing w:after="0"/>
        <w:ind w:left="426" w:hanging="426"/>
        <w:jc w:val="both"/>
        <w:rPr>
          <w:rFonts w:ascii="Verdana" w:hAnsi="Verdana" w:cstheme="minorHAnsi"/>
          <w:szCs w:val="18"/>
        </w:rPr>
      </w:pPr>
      <w:r w:rsidRPr="00802AC7">
        <w:rPr>
          <w:rFonts w:ascii="Verdana" w:hAnsi="Verdana" w:cstheme="minorHAnsi"/>
          <w:szCs w:val="18"/>
        </w:rPr>
        <w:t>Obowiązuje kosztorys inwestorski szczegółowy, sporządzony zgodnie z ww. Rozporządzeniem oraz przedmiar robót szczegółowy, zgodny z kosztorysem inwestorskim, bez podawania cen jednostkowych i narzutów.</w:t>
      </w:r>
    </w:p>
    <w:p w14:paraId="6984E293" w14:textId="77777777" w:rsidR="00B3092D" w:rsidRPr="00802AC7" w:rsidRDefault="00B3092D" w:rsidP="00B3092D">
      <w:pPr>
        <w:numPr>
          <w:ilvl w:val="0"/>
          <w:numId w:val="40"/>
        </w:numPr>
        <w:tabs>
          <w:tab w:val="clear" w:pos="720"/>
          <w:tab w:val="num" w:pos="426"/>
        </w:tabs>
        <w:spacing w:after="0"/>
        <w:ind w:left="426" w:hanging="426"/>
        <w:jc w:val="both"/>
        <w:rPr>
          <w:rFonts w:ascii="Verdana" w:hAnsi="Verdana" w:cstheme="minorHAnsi"/>
          <w:szCs w:val="18"/>
        </w:rPr>
      </w:pPr>
      <w:r w:rsidRPr="00802AC7">
        <w:rPr>
          <w:rFonts w:ascii="Verdana" w:hAnsi="Verdana" w:cstheme="minorHAnsi"/>
          <w:szCs w:val="18"/>
        </w:rPr>
        <w:t>Do kosztorysowania należy przyjąć następujące stawki, ceny i narzuty:</w:t>
      </w:r>
    </w:p>
    <w:p w14:paraId="29F51D30" w14:textId="77777777" w:rsidR="00B3092D" w:rsidRPr="00802AC7" w:rsidRDefault="00B3092D" w:rsidP="00B3092D">
      <w:pPr>
        <w:numPr>
          <w:ilvl w:val="1"/>
          <w:numId w:val="40"/>
        </w:numPr>
        <w:tabs>
          <w:tab w:val="clear" w:pos="1440"/>
          <w:tab w:val="num" w:pos="709"/>
          <w:tab w:val="num" w:pos="1134"/>
        </w:tabs>
        <w:spacing w:after="0"/>
        <w:ind w:left="426" w:firstLine="0"/>
        <w:jc w:val="both"/>
        <w:rPr>
          <w:rFonts w:ascii="Verdana" w:hAnsi="Verdana" w:cstheme="minorHAnsi"/>
          <w:szCs w:val="18"/>
        </w:rPr>
      </w:pPr>
      <w:r w:rsidRPr="00802AC7">
        <w:rPr>
          <w:rFonts w:ascii="Verdana" w:hAnsi="Verdana" w:cstheme="minorHAnsi"/>
          <w:szCs w:val="18"/>
        </w:rPr>
        <w:t>roboczogodzina</w:t>
      </w:r>
      <w:r w:rsidRPr="00802AC7">
        <w:rPr>
          <w:rFonts w:ascii="Verdana" w:hAnsi="Verdana" w:cstheme="minorHAnsi"/>
          <w:szCs w:val="18"/>
        </w:rPr>
        <w:tab/>
      </w:r>
      <w:r w:rsidRPr="00802AC7">
        <w:rPr>
          <w:rFonts w:ascii="Verdana" w:hAnsi="Verdana" w:cstheme="minorHAnsi"/>
          <w:szCs w:val="18"/>
        </w:rPr>
        <w:tab/>
        <w:t xml:space="preserve"> R = aktualna dla danego terenu zł/r-g ( średnia wg Sekocenbud),</w:t>
      </w:r>
    </w:p>
    <w:p w14:paraId="3B6D709C" w14:textId="77777777" w:rsidR="00B3092D" w:rsidRPr="00802AC7" w:rsidRDefault="00B3092D" w:rsidP="00B3092D">
      <w:pPr>
        <w:numPr>
          <w:ilvl w:val="1"/>
          <w:numId w:val="40"/>
        </w:numPr>
        <w:tabs>
          <w:tab w:val="clear" w:pos="1440"/>
          <w:tab w:val="num" w:pos="709"/>
          <w:tab w:val="num" w:pos="1134"/>
        </w:tabs>
        <w:spacing w:after="0"/>
        <w:ind w:left="426" w:firstLine="0"/>
        <w:jc w:val="both"/>
        <w:rPr>
          <w:rFonts w:ascii="Verdana" w:hAnsi="Verdana" w:cstheme="minorHAnsi"/>
          <w:szCs w:val="18"/>
        </w:rPr>
      </w:pPr>
      <w:r w:rsidRPr="00802AC7">
        <w:rPr>
          <w:rFonts w:ascii="Verdana" w:hAnsi="Verdana" w:cstheme="minorHAnsi"/>
          <w:szCs w:val="18"/>
        </w:rPr>
        <w:t>koszty pośrednie</w:t>
      </w:r>
      <w:r w:rsidRPr="00802AC7">
        <w:rPr>
          <w:rFonts w:ascii="Verdana" w:hAnsi="Verdana" w:cstheme="minorHAnsi"/>
          <w:szCs w:val="18"/>
        </w:rPr>
        <w:tab/>
      </w:r>
      <w:r w:rsidRPr="00802AC7">
        <w:rPr>
          <w:rFonts w:ascii="Verdana" w:hAnsi="Verdana" w:cstheme="minorHAnsi"/>
          <w:szCs w:val="18"/>
        </w:rPr>
        <w:tab/>
        <w:t xml:space="preserve"> Kp = 65 % (od R+S)</w:t>
      </w:r>
    </w:p>
    <w:p w14:paraId="7085F705" w14:textId="77777777" w:rsidR="00B3092D" w:rsidRPr="00802AC7" w:rsidRDefault="00B3092D" w:rsidP="00B3092D">
      <w:pPr>
        <w:numPr>
          <w:ilvl w:val="1"/>
          <w:numId w:val="40"/>
        </w:numPr>
        <w:tabs>
          <w:tab w:val="clear" w:pos="1440"/>
          <w:tab w:val="num" w:pos="709"/>
          <w:tab w:val="num" w:pos="1134"/>
        </w:tabs>
        <w:spacing w:after="0"/>
        <w:ind w:left="426" w:firstLine="0"/>
        <w:jc w:val="both"/>
        <w:rPr>
          <w:rFonts w:ascii="Verdana" w:hAnsi="Verdana" w:cstheme="minorHAnsi"/>
          <w:szCs w:val="18"/>
        </w:rPr>
      </w:pPr>
      <w:r w:rsidRPr="00802AC7">
        <w:rPr>
          <w:rFonts w:ascii="Verdana" w:hAnsi="Verdana" w:cstheme="minorHAnsi"/>
          <w:szCs w:val="18"/>
        </w:rPr>
        <w:t>zysk</w:t>
      </w:r>
      <w:r w:rsidRPr="00802AC7">
        <w:rPr>
          <w:rFonts w:ascii="Verdana" w:hAnsi="Verdana" w:cstheme="minorHAnsi"/>
          <w:szCs w:val="18"/>
        </w:rPr>
        <w:tab/>
      </w:r>
      <w:r w:rsidRPr="00802AC7">
        <w:rPr>
          <w:rFonts w:ascii="Verdana" w:hAnsi="Verdana" w:cstheme="minorHAnsi"/>
          <w:szCs w:val="18"/>
        </w:rPr>
        <w:tab/>
      </w:r>
      <w:r w:rsidRPr="00802AC7">
        <w:rPr>
          <w:rFonts w:ascii="Verdana" w:hAnsi="Verdana" w:cstheme="minorHAnsi"/>
          <w:szCs w:val="18"/>
        </w:rPr>
        <w:tab/>
        <w:t>Z = 10 % (od R+S+Kp)</w:t>
      </w:r>
    </w:p>
    <w:p w14:paraId="5E627FAA" w14:textId="77777777" w:rsidR="00B3092D" w:rsidRPr="00802AC7" w:rsidRDefault="00B3092D" w:rsidP="00B3092D">
      <w:pPr>
        <w:tabs>
          <w:tab w:val="left" w:pos="426"/>
          <w:tab w:val="num" w:pos="709"/>
        </w:tabs>
        <w:ind w:left="426"/>
        <w:rPr>
          <w:rFonts w:ascii="Verdana" w:hAnsi="Verdana" w:cstheme="minorHAnsi"/>
          <w:szCs w:val="18"/>
        </w:rPr>
      </w:pPr>
      <w:r w:rsidRPr="00802AC7">
        <w:rPr>
          <w:rFonts w:ascii="Verdana" w:hAnsi="Verdana" w:cstheme="minorHAnsi"/>
          <w:szCs w:val="18"/>
        </w:rPr>
        <w:t>Przyjęte stawki należy uzasadnić w założeniach do kosztorysu (poziom utrudnień, warunki terenowe, wyłączenia…………..).</w:t>
      </w:r>
    </w:p>
    <w:p w14:paraId="03C8788D" w14:textId="77777777" w:rsidR="00B3092D" w:rsidRPr="00802AC7" w:rsidRDefault="00B3092D" w:rsidP="00B3092D">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Cs w:val="18"/>
        </w:rPr>
        <w:t>Dla kabli przyjmować ceny rynkowe.</w:t>
      </w:r>
    </w:p>
    <w:p w14:paraId="3CC559E4" w14:textId="77777777" w:rsidR="00B3092D" w:rsidRPr="00802AC7" w:rsidRDefault="00B3092D" w:rsidP="00B3092D">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7A166128" w14:textId="77777777" w:rsidR="00B3092D" w:rsidRPr="00802AC7" w:rsidRDefault="00B3092D" w:rsidP="00B3092D">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Przy ustalaniu jednostkowych nakładów rzeczowych czynników produkcji R, M, S należy stosować kosztorysowe normy nakładów rzeczowych określone w odpowiednich katalogach, a przede wszystkim KNNR i KNR.</w:t>
      </w:r>
    </w:p>
    <w:p w14:paraId="479A39DC" w14:textId="77777777" w:rsidR="00B3092D" w:rsidRPr="00802AC7" w:rsidRDefault="00B3092D" w:rsidP="00B3092D">
      <w:pPr>
        <w:tabs>
          <w:tab w:val="num" w:pos="426"/>
        </w:tabs>
        <w:ind w:left="426"/>
        <w:rPr>
          <w:rFonts w:ascii="Verdana" w:hAnsi="Verdana" w:cstheme="minorHAnsi"/>
          <w:b/>
          <w:szCs w:val="18"/>
        </w:rPr>
      </w:pPr>
      <w:r w:rsidRPr="00802AC7">
        <w:rPr>
          <w:rFonts w:ascii="Verdana" w:hAnsi="Verdana" w:cstheme="minorHAnsi"/>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02AA905B" w14:textId="77777777" w:rsidR="00B3092D" w:rsidRPr="00802AC7" w:rsidRDefault="00B3092D" w:rsidP="00B3092D">
      <w:pPr>
        <w:pStyle w:val="Akapitzlist"/>
        <w:numPr>
          <w:ilvl w:val="0"/>
          <w:numId w:val="40"/>
        </w:numPr>
        <w:tabs>
          <w:tab w:val="clear" w:pos="720"/>
          <w:tab w:val="num" w:pos="426"/>
        </w:tabs>
        <w:spacing w:after="0"/>
        <w:ind w:hanging="720"/>
        <w:jc w:val="both"/>
        <w:rPr>
          <w:rFonts w:ascii="Verdana" w:hAnsi="Verdana" w:cstheme="minorHAnsi"/>
          <w:szCs w:val="18"/>
        </w:rPr>
      </w:pPr>
      <w:r w:rsidRPr="00802AC7">
        <w:rPr>
          <w:rFonts w:ascii="Verdana" w:hAnsi="Verdana" w:cstheme="minorHAnsi"/>
          <w:szCs w:val="18"/>
        </w:rPr>
        <w:t>W kwocie kosztorysowej nie należy uwzględniać podatku od towaru i usług (VAT).</w:t>
      </w:r>
    </w:p>
    <w:p w14:paraId="6470A7F5" w14:textId="77777777" w:rsidR="00B3092D" w:rsidRPr="00802AC7" w:rsidRDefault="00B3092D" w:rsidP="00B3092D">
      <w:pPr>
        <w:rPr>
          <w:rFonts w:ascii="Verdana" w:hAnsi="Verdana"/>
          <w:szCs w:val="18"/>
        </w:rPr>
      </w:pPr>
    </w:p>
    <w:p w14:paraId="50E844FC" w14:textId="77777777" w:rsidR="00B3092D" w:rsidRPr="00802AC7" w:rsidRDefault="00B3092D" w:rsidP="00B3092D">
      <w:pPr>
        <w:rPr>
          <w:rFonts w:ascii="Verdana" w:hAnsi="Verdana"/>
          <w:szCs w:val="18"/>
        </w:rPr>
      </w:pPr>
    </w:p>
    <w:p w14:paraId="52B295E2" w14:textId="7461D16B"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998C449" w:rsidR="00347E8D" w:rsidRDefault="00347E8D">
        <w:pPr>
          <w:pStyle w:val="Stopka"/>
          <w:jc w:val="right"/>
        </w:pPr>
        <w:r>
          <w:fldChar w:fldCharType="begin"/>
        </w:r>
        <w:r>
          <w:instrText>PAGE   \* MERGEFORMAT</w:instrText>
        </w:r>
        <w:r>
          <w:fldChar w:fldCharType="separate"/>
        </w:r>
        <w:r w:rsidR="00E7722D">
          <w:rPr>
            <w:noProof/>
          </w:rPr>
          <w:t>2</w:t>
        </w:r>
        <w:r>
          <w:fldChar w:fldCharType="end"/>
        </w:r>
      </w:p>
    </w:sdtContent>
  </w:sdt>
  <w:p w14:paraId="4A5385B6" w14:textId="2E8383A1" w:rsidR="00347E8D" w:rsidRPr="00C8018C" w:rsidRDefault="00C8018C">
    <w:pPr>
      <w:pStyle w:val="Stopka"/>
      <w:rPr>
        <w:sz w:val="16"/>
        <w:szCs w:val="16"/>
      </w:rPr>
    </w:pPr>
    <w:r w:rsidRPr="00C8018C">
      <w:rPr>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2CAFF92B" w:rsidR="00347E8D" w:rsidRPr="006B2C28" w:rsidRDefault="001456FA"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7635FF">
            <w:rPr>
              <w:rFonts w:asciiTheme="majorHAnsi" w:hAnsiTheme="majorHAnsi"/>
              <w:color w:val="000000" w:themeColor="text1"/>
              <w:sz w:val="14"/>
              <w:szCs w:val="18"/>
            </w:rPr>
            <w:t>4</w:t>
          </w:r>
          <w:r>
            <w:rPr>
              <w:rFonts w:asciiTheme="majorHAnsi" w:hAnsiTheme="majorHAnsi"/>
              <w:color w:val="000000" w:themeColor="text1"/>
              <w:sz w:val="14"/>
              <w:szCs w:val="18"/>
            </w:rPr>
            <w:t>5</w:t>
          </w:r>
          <w:r w:rsidR="007635FF">
            <w:rPr>
              <w:rFonts w:asciiTheme="majorHAnsi" w:hAnsiTheme="majorHAnsi"/>
              <w:color w:val="000000" w:themeColor="text1"/>
              <w:sz w:val="14"/>
              <w:szCs w:val="18"/>
            </w:rPr>
            <w:t>84</w:t>
          </w:r>
          <w:r w:rsidR="00C8018C" w:rsidRPr="00C8018C">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8C5123"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06B12"/>
    <w:multiLevelType w:val="hybridMultilevel"/>
    <w:tmpl w:val="04382AF4"/>
    <w:lvl w:ilvl="0" w:tplc="3288DF7C">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9"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A3E7B19"/>
    <w:multiLevelType w:val="multilevel"/>
    <w:tmpl w:val="9AB457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A5F526C"/>
    <w:multiLevelType w:val="multilevel"/>
    <w:tmpl w:val="323ECE68"/>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D4354CA"/>
    <w:multiLevelType w:val="hybridMultilevel"/>
    <w:tmpl w:val="299A52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72255819">
    <w:abstractNumId w:val="22"/>
  </w:num>
  <w:num w:numId="2" w16cid:durableId="1337415647">
    <w:abstractNumId w:val="10"/>
  </w:num>
  <w:num w:numId="3" w16cid:durableId="1975210940">
    <w:abstractNumId w:val="16"/>
  </w:num>
  <w:num w:numId="4" w16cid:durableId="898858348">
    <w:abstractNumId w:val="24"/>
  </w:num>
  <w:num w:numId="5" w16cid:durableId="824324467">
    <w:abstractNumId w:val="22"/>
  </w:num>
  <w:num w:numId="6" w16cid:durableId="498232864">
    <w:abstractNumId w:val="22"/>
  </w:num>
  <w:num w:numId="7" w16cid:durableId="2027438132">
    <w:abstractNumId w:val="4"/>
  </w:num>
  <w:num w:numId="8" w16cid:durableId="189226134">
    <w:abstractNumId w:val="35"/>
  </w:num>
  <w:num w:numId="9" w16cid:durableId="1090926768">
    <w:abstractNumId w:val="20"/>
  </w:num>
  <w:num w:numId="10" w16cid:durableId="1610356843">
    <w:abstractNumId w:val="5"/>
  </w:num>
  <w:num w:numId="11" w16cid:durableId="1272711448">
    <w:abstractNumId w:val="17"/>
  </w:num>
  <w:num w:numId="12" w16cid:durableId="1978996083">
    <w:abstractNumId w:val="15"/>
  </w:num>
  <w:num w:numId="13" w16cid:durableId="1982926061">
    <w:abstractNumId w:val="32"/>
  </w:num>
  <w:num w:numId="14" w16cid:durableId="1028019625">
    <w:abstractNumId w:val="27"/>
  </w:num>
  <w:num w:numId="15" w16cid:durableId="1810780705">
    <w:abstractNumId w:val="19"/>
  </w:num>
  <w:num w:numId="16" w16cid:durableId="1012031947">
    <w:abstractNumId w:val="12"/>
  </w:num>
  <w:num w:numId="17" w16cid:durableId="909656315">
    <w:abstractNumId w:val="6"/>
  </w:num>
  <w:num w:numId="18" w16cid:durableId="13475136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7442430">
    <w:abstractNumId w:val="1"/>
  </w:num>
  <w:num w:numId="20" w16cid:durableId="1178152069">
    <w:abstractNumId w:val="37"/>
  </w:num>
  <w:num w:numId="21" w16cid:durableId="948513937">
    <w:abstractNumId w:val="2"/>
  </w:num>
  <w:num w:numId="22" w16cid:durableId="634335149">
    <w:abstractNumId w:val="18"/>
  </w:num>
  <w:num w:numId="23" w16cid:durableId="266430525">
    <w:abstractNumId w:val="13"/>
  </w:num>
  <w:num w:numId="24" w16cid:durableId="313721015">
    <w:abstractNumId w:val="26"/>
  </w:num>
  <w:num w:numId="25" w16cid:durableId="1169906180">
    <w:abstractNumId w:val="31"/>
  </w:num>
  <w:num w:numId="26" w16cid:durableId="691154719">
    <w:abstractNumId w:val="3"/>
  </w:num>
  <w:num w:numId="27" w16cid:durableId="892010547">
    <w:abstractNumId w:val="30"/>
  </w:num>
  <w:num w:numId="28" w16cid:durableId="284820723">
    <w:abstractNumId w:val="29"/>
  </w:num>
  <w:num w:numId="29" w16cid:durableId="2091658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9681879">
    <w:abstractNumId w:val="23"/>
  </w:num>
  <w:num w:numId="31" w16cid:durableId="398409611">
    <w:abstractNumId w:val="21"/>
  </w:num>
  <w:num w:numId="32" w16cid:durableId="626936439">
    <w:abstractNumId w:val="36"/>
  </w:num>
  <w:num w:numId="33" w16cid:durableId="68499001">
    <w:abstractNumId w:val="0"/>
  </w:num>
  <w:num w:numId="34" w16cid:durableId="804010420">
    <w:abstractNumId w:val="25"/>
  </w:num>
  <w:num w:numId="35" w16cid:durableId="125322704">
    <w:abstractNumId w:val="34"/>
  </w:num>
  <w:num w:numId="36" w16cid:durableId="1131826806">
    <w:abstractNumId w:val="28"/>
  </w:num>
  <w:num w:numId="37" w16cid:durableId="1399398157">
    <w:abstractNumId w:val="7"/>
  </w:num>
  <w:num w:numId="38" w16cid:durableId="1488861391">
    <w:abstractNumId w:val="14"/>
  </w:num>
  <w:num w:numId="39" w16cid:durableId="111437025">
    <w:abstractNumId w:val="33"/>
  </w:num>
  <w:num w:numId="40" w16cid:durableId="820997666">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57F77"/>
    <w:rsid w:val="00060EAD"/>
    <w:rsid w:val="00061676"/>
    <w:rsid w:val="00070A58"/>
    <w:rsid w:val="00071C98"/>
    <w:rsid w:val="0009045E"/>
    <w:rsid w:val="00094799"/>
    <w:rsid w:val="00094EB9"/>
    <w:rsid w:val="00096510"/>
    <w:rsid w:val="00096924"/>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56FA"/>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58A7"/>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55F52"/>
    <w:rsid w:val="00760251"/>
    <w:rsid w:val="007617E0"/>
    <w:rsid w:val="007635FF"/>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092D"/>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A5C5A"/>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46BA"/>
    <w:rsid w:val="00C77BCF"/>
    <w:rsid w:val="00C8018C"/>
    <w:rsid w:val="00C874E6"/>
    <w:rsid w:val="00CB0507"/>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3EE"/>
    <w:rsid w:val="00E16545"/>
    <w:rsid w:val="00E2123D"/>
    <w:rsid w:val="00E30B4B"/>
    <w:rsid w:val="00E33932"/>
    <w:rsid w:val="00E413AB"/>
    <w:rsid w:val="00E41451"/>
    <w:rsid w:val="00E45F98"/>
    <w:rsid w:val="00E56B47"/>
    <w:rsid w:val="00E66F4B"/>
    <w:rsid w:val="00E706C2"/>
    <w:rsid w:val="00E72CD1"/>
    <w:rsid w:val="00E7722D"/>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podstawowy2">
    <w:name w:val="Body Text 2"/>
    <w:basedOn w:val="Normalny"/>
    <w:link w:val="Tekstpodstawowy2Znak"/>
    <w:uiPriority w:val="99"/>
    <w:unhideWhenUsed/>
    <w:rsid w:val="00C8018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C8018C"/>
    <w:rPr>
      <w:rFonts w:ascii="Times New Roman" w:eastAsia="Times New Roman" w:hAnsi="Times New Roman" w:cs="Times New Roman"/>
      <w:szCs w:val="20"/>
    </w:rPr>
  </w:style>
  <w:style w:type="paragraph" w:customStyle="1" w:styleId="bezpunkw">
    <w:name w:val="bez punków"/>
    <w:basedOn w:val="Normalny"/>
    <w:link w:val="bezpunkwZnak"/>
    <w:qFormat/>
    <w:rsid w:val="001456FA"/>
    <w:pPr>
      <w:spacing w:before="120" w:after="120"/>
      <w:ind w:firstLine="426"/>
      <w:jc w:val="both"/>
    </w:pPr>
    <w:rPr>
      <w:rFonts w:ascii="Calibri" w:eastAsia="Times New Roman" w:hAnsi="Calibri" w:cs="Times New Roman"/>
      <w:sz w:val="22"/>
      <w:lang w:val="x-none" w:eastAsia="x-none"/>
    </w:rPr>
  </w:style>
  <w:style w:type="character" w:customStyle="1" w:styleId="bezpunkwZnak">
    <w:name w:val="bez punków Znak"/>
    <w:link w:val="bezpunkw"/>
    <w:locked/>
    <w:rsid w:val="001456FA"/>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2.docx</dmsv2BaseFileName>
    <dmsv2BaseDisplayName xmlns="http://schemas.microsoft.com/sharepoint/v3">Załącznik nr 1 do SWZ - OPZ - część 2</dmsv2BaseDisplayName>
    <dmsv2SWPP2ObjectNumber xmlns="http://schemas.microsoft.com/sharepoint/v3">POST/DYS/OLD/GZ/04584/2025                        </dmsv2SWPP2ObjectNumber>
    <dmsv2SWPP2SumMD5 xmlns="http://schemas.microsoft.com/sharepoint/v3">09b85ee2944bc53358f44abac8cfab14</dmsv2SWPP2SumMD5>
    <dmsv2BaseMoved xmlns="http://schemas.microsoft.com/sharepoint/v3">false</dmsv2BaseMoved>
    <dmsv2BaseIsSensitive xmlns="http://schemas.microsoft.com/sharepoint/v3">true</dmsv2BaseIsSensitive>
    <dmsv2SWPP2IDSWPP2 xmlns="http://schemas.microsoft.com/sharepoint/v3">702120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24031279</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JEUP5JKVCYQC-1133723987-27772</_dlc_DocId>
    <_dlc_DocIdUrl xmlns="a19cb1c7-c5c7-46d4-85ae-d83685407bba">
      <Url>https://swpp2.dms.gkpge.pl/sites/41/_layouts/15/DocIdRedir.aspx?ID=JEUP5JKVCYQC-1133723987-27772</Url>
      <Description>JEUP5JKVCYQC-1133723987-27772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7E16B2F-AAA5-462F-8692-724F0E6EF106}">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84D6F29-9CDA-48E8-80DF-5060C180BBF7}"/>
</file>

<file path=customXml/itemProps5.xml><?xml version="1.0" encoding="utf-8"?>
<ds:datastoreItem xmlns:ds="http://schemas.openxmlformats.org/officeDocument/2006/customXml" ds:itemID="{4F80906D-93DF-48C8-8B37-8EE13C68B529}"/>
</file>

<file path=docProps/app.xml><?xml version="1.0" encoding="utf-8"?>
<Properties xmlns="http://schemas.openxmlformats.org/officeDocument/2006/extended-properties" xmlns:vt="http://schemas.openxmlformats.org/officeDocument/2006/docPropsVTypes">
  <Template>PGE word swz test</Template>
  <TotalTime>0</TotalTime>
  <Pages>5</Pages>
  <Words>1686</Words>
  <Characters>10116</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Kowalska Katarzyna [PGE Dystr. O.Łódź]</cp:lastModifiedBy>
  <cp:revision>3</cp:revision>
  <cp:lastPrinted>2024-07-15T11:21:00Z</cp:lastPrinted>
  <dcterms:created xsi:type="dcterms:W3CDTF">2025-12-18T09:02:00Z</dcterms:created>
  <dcterms:modified xsi:type="dcterms:W3CDTF">2025-12-18T09:03:00Z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ac26ea8f-dfd9-4aee-a40a-e9e4490af939</vt:lpwstr>
  </property>
</Properties>
</file>